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65F" w:rsidRPr="00994BBE" w:rsidRDefault="009D16DD" w:rsidP="00244981">
      <w:pPr>
        <w:pStyle w:val="berschrift1"/>
        <w:spacing w:before="0" w:after="0" w:line="276" w:lineRule="auto"/>
        <w:jc w:val="left"/>
      </w:pPr>
      <w:r w:rsidRPr="00994BBE">
        <w:t xml:space="preserve">Wirtgen W 200 F: </w:t>
      </w:r>
      <w:r w:rsidR="008307C2" w:rsidRPr="00994BBE">
        <w:t>Zuverlässige Intelligenz</w:t>
      </w:r>
      <w:r w:rsidR="00BC0D31" w:rsidRPr="00994BBE">
        <w:t xml:space="preserve"> </w:t>
      </w:r>
      <w:r w:rsidR="00D73B2D" w:rsidRPr="00994BBE">
        <w:t xml:space="preserve">der </w:t>
      </w:r>
      <w:r w:rsidR="0020429C" w:rsidRPr="00994BBE">
        <w:t xml:space="preserve">neuen </w:t>
      </w:r>
      <w:r w:rsidR="00D17E4F" w:rsidRPr="00994BBE">
        <w:t>Großfräsen</w:t>
      </w:r>
      <w:r w:rsidRPr="00994BBE">
        <w:t>-</w:t>
      </w:r>
      <w:r w:rsidR="0020429C" w:rsidRPr="00994BBE">
        <w:t>Generation</w:t>
      </w:r>
    </w:p>
    <w:p w:rsidR="002E765F" w:rsidRPr="00994BBE" w:rsidRDefault="002E765F" w:rsidP="002E765F">
      <w:pPr>
        <w:pStyle w:val="Text"/>
      </w:pPr>
    </w:p>
    <w:p w:rsidR="00B868BA" w:rsidRPr="00994BBE" w:rsidRDefault="00350E98" w:rsidP="007658CA">
      <w:pPr>
        <w:pStyle w:val="Text"/>
        <w:spacing w:line="276" w:lineRule="auto"/>
        <w:rPr>
          <w:rStyle w:val="Hervorhebung"/>
          <w:b w:val="0"/>
        </w:rPr>
      </w:pPr>
      <w:r w:rsidRPr="00994BBE">
        <w:rPr>
          <w:rStyle w:val="Hervorhebung"/>
        </w:rPr>
        <w:t xml:space="preserve">Mit </w:t>
      </w:r>
      <w:r w:rsidR="00897543" w:rsidRPr="00994BBE">
        <w:rPr>
          <w:rStyle w:val="Hervorhebung"/>
        </w:rPr>
        <w:t>der</w:t>
      </w:r>
      <w:r w:rsidRPr="00994BBE">
        <w:rPr>
          <w:rStyle w:val="Hervorhebung"/>
        </w:rPr>
        <w:t xml:space="preserve"> neuen </w:t>
      </w:r>
      <w:r w:rsidR="00B62AAB" w:rsidRPr="00994BBE">
        <w:rPr>
          <w:rStyle w:val="Hervorhebung"/>
        </w:rPr>
        <w:t>Großfräsen</w:t>
      </w:r>
      <w:r w:rsidR="003F3931" w:rsidRPr="00994BBE">
        <w:rPr>
          <w:rStyle w:val="Hervorhebung"/>
        </w:rPr>
        <w:t>-Generation</w:t>
      </w:r>
      <w:r w:rsidR="00A52B36" w:rsidRPr="00994BBE">
        <w:rPr>
          <w:rStyle w:val="Hervorhebung"/>
        </w:rPr>
        <w:t xml:space="preserve"> </w:t>
      </w:r>
      <w:r w:rsidR="00145774" w:rsidRPr="00994BBE">
        <w:rPr>
          <w:rStyle w:val="Hervorhebung"/>
        </w:rPr>
        <w:t>steigert</w:t>
      </w:r>
      <w:r w:rsidR="005D701A" w:rsidRPr="00994BBE">
        <w:rPr>
          <w:rStyle w:val="Hervorhebung"/>
        </w:rPr>
        <w:t xml:space="preserve"> </w:t>
      </w:r>
      <w:r w:rsidR="00C07C7A" w:rsidRPr="00994BBE">
        <w:rPr>
          <w:rStyle w:val="Hervorhebung"/>
        </w:rPr>
        <w:t>Kaltfräsen</w:t>
      </w:r>
      <w:r w:rsidR="00A96F42" w:rsidRPr="00994BBE">
        <w:rPr>
          <w:rStyle w:val="Hervorhebung"/>
        </w:rPr>
        <w:t>-S</w:t>
      </w:r>
      <w:r w:rsidR="00C07C7A" w:rsidRPr="00994BBE">
        <w:rPr>
          <w:rStyle w:val="Hervorhebung"/>
        </w:rPr>
        <w:t xml:space="preserve">pezialist </w:t>
      </w:r>
      <w:r w:rsidR="00A52B36" w:rsidRPr="00994BBE">
        <w:rPr>
          <w:rStyle w:val="Hervorhebung"/>
        </w:rPr>
        <w:t>Wirtgen</w:t>
      </w:r>
      <w:r w:rsidR="00C07C7A" w:rsidRPr="00994BBE">
        <w:rPr>
          <w:rStyle w:val="Hervorhebung"/>
        </w:rPr>
        <w:t xml:space="preserve"> </w:t>
      </w:r>
      <w:r w:rsidR="00145774" w:rsidRPr="00994BBE">
        <w:rPr>
          <w:rStyle w:val="Hervorhebung"/>
        </w:rPr>
        <w:t>nachhaltig das Frä</w:t>
      </w:r>
      <w:r w:rsidR="004C0C4E" w:rsidRPr="00994BBE">
        <w:rPr>
          <w:rStyle w:val="Hervorhebung"/>
        </w:rPr>
        <w:t>sen in pun</w:t>
      </w:r>
      <w:r w:rsidR="00FB37D6" w:rsidRPr="00994BBE">
        <w:rPr>
          <w:rStyle w:val="Hervorhebung"/>
        </w:rPr>
        <w:t>c</w:t>
      </w:r>
      <w:r w:rsidR="004C0C4E" w:rsidRPr="00994BBE">
        <w:rPr>
          <w:rStyle w:val="Hervorhebung"/>
        </w:rPr>
        <w:t>to Effizienz</w:t>
      </w:r>
      <w:r w:rsidR="00632B30" w:rsidRPr="00994BBE">
        <w:rPr>
          <w:rStyle w:val="Hervorhebung"/>
        </w:rPr>
        <w:t>.</w:t>
      </w:r>
      <w:r w:rsidR="004C0C4E" w:rsidRPr="00994BBE">
        <w:rPr>
          <w:rStyle w:val="Hervorhebung"/>
        </w:rPr>
        <w:t xml:space="preserve"> </w:t>
      </w:r>
      <w:r w:rsidR="005A464F" w:rsidRPr="00994BBE">
        <w:rPr>
          <w:rStyle w:val="Hervorhebung"/>
        </w:rPr>
        <w:t>Die</w:t>
      </w:r>
      <w:r w:rsidR="00C07C7A" w:rsidRPr="00994BBE">
        <w:rPr>
          <w:rStyle w:val="Hervorhebung"/>
        </w:rPr>
        <w:t xml:space="preserve"> </w:t>
      </w:r>
      <w:r w:rsidR="00897543" w:rsidRPr="00994BBE">
        <w:rPr>
          <w:rStyle w:val="Hervorhebung"/>
        </w:rPr>
        <w:t xml:space="preserve">intelligenten </w:t>
      </w:r>
      <w:r w:rsidR="003F3931" w:rsidRPr="00994BBE">
        <w:rPr>
          <w:rStyle w:val="Hervorhebung"/>
        </w:rPr>
        <w:t>Maschinen</w:t>
      </w:r>
      <w:r w:rsidR="005A464F" w:rsidRPr="00994BBE">
        <w:t xml:space="preserve"> </w:t>
      </w:r>
      <w:r w:rsidR="008307C2" w:rsidRPr="00994BBE">
        <w:rPr>
          <w:rStyle w:val="Hervorhebung"/>
        </w:rPr>
        <w:t>unterstützen den Bediener</w:t>
      </w:r>
      <w:r w:rsidR="00316615" w:rsidRPr="00994BBE">
        <w:rPr>
          <w:rStyle w:val="Hervorhebung"/>
        </w:rPr>
        <w:t xml:space="preserve"> dabei</w:t>
      </w:r>
      <w:r w:rsidR="008307C2" w:rsidRPr="00994BBE">
        <w:rPr>
          <w:rStyle w:val="Hervorhebung"/>
        </w:rPr>
        <w:t xml:space="preserve">, </w:t>
      </w:r>
      <w:r w:rsidR="003F3931" w:rsidRPr="00994BBE">
        <w:rPr>
          <w:rStyle w:val="Hervorhebung"/>
        </w:rPr>
        <w:t>immer die optimale Balance zwische</w:t>
      </w:r>
      <w:r w:rsidR="005A464F" w:rsidRPr="00994BBE">
        <w:rPr>
          <w:rStyle w:val="Hervorhebung"/>
        </w:rPr>
        <w:t>n Leistung, Qualität und Kosten</w:t>
      </w:r>
      <w:r w:rsidR="005C12E3" w:rsidRPr="00994BBE">
        <w:rPr>
          <w:rStyle w:val="Hervorhebung"/>
        </w:rPr>
        <w:t xml:space="preserve"> zu halten</w:t>
      </w:r>
      <w:r w:rsidR="005A464F" w:rsidRPr="00994BBE">
        <w:rPr>
          <w:rStyle w:val="Hervorhebung"/>
        </w:rPr>
        <w:t>.</w:t>
      </w:r>
      <w:r w:rsidR="00A178DF" w:rsidRPr="00994BBE">
        <w:rPr>
          <w:b/>
          <w:iCs/>
        </w:rPr>
        <w:t xml:space="preserve"> </w:t>
      </w:r>
      <w:r w:rsidR="009D16DD" w:rsidRPr="00994BBE">
        <w:rPr>
          <w:rStyle w:val="Hervorhebung"/>
        </w:rPr>
        <w:t>So wie die W 200 F</w:t>
      </w:r>
      <w:r w:rsidR="005107C4" w:rsidRPr="00994BBE">
        <w:rPr>
          <w:rStyle w:val="Hervorhebung"/>
        </w:rPr>
        <w:t xml:space="preserve">. </w:t>
      </w:r>
    </w:p>
    <w:p w:rsidR="00737217" w:rsidRPr="00994BBE" w:rsidRDefault="00737217" w:rsidP="007658CA">
      <w:pPr>
        <w:pStyle w:val="Text"/>
        <w:spacing w:line="276" w:lineRule="auto"/>
        <w:rPr>
          <w:rStyle w:val="Hervorhebung"/>
          <w:b w:val="0"/>
        </w:rPr>
      </w:pPr>
    </w:p>
    <w:p w:rsidR="00737217" w:rsidRPr="00994BBE" w:rsidRDefault="00CB0AA8" w:rsidP="007658CA">
      <w:pPr>
        <w:pStyle w:val="Text"/>
        <w:spacing w:line="276" w:lineRule="auto"/>
        <w:rPr>
          <w:rStyle w:val="Hervorhebung"/>
          <w:b w:val="0"/>
        </w:rPr>
      </w:pPr>
      <w:r w:rsidRPr="00994BBE">
        <w:rPr>
          <w:rStyle w:val="Hervorhebung"/>
          <w:b w:val="0"/>
        </w:rPr>
        <w:t>Dank flexible</w:t>
      </w:r>
      <w:r w:rsidR="00FB37D6" w:rsidRPr="00994BBE">
        <w:rPr>
          <w:rStyle w:val="Hervorhebung"/>
          <w:b w:val="0"/>
        </w:rPr>
        <w:t>r</w:t>
      </w:r>
      <w:r w:rsidRPr="00994BBE">
        <w:rPr>
          <w:rStyle w:val="Hervorhebung"/>
          <w:b w:val="0"/>
        </w:rPr>
        <w:t xml:space="preserve"> </w:t>
      </w:r>
      <w:r w:rsidR="00737217" w:rsidRPr="00994BBE">
        <w:rPr>
          <w:rStyle w:val="Hervorhebung"/>
          <w:b w:val="0"/>
        </w:rPr>
        <w:t>Arbeitsbreite</w:t>
      </w:r>
      <w:r w:rsidR="00831597" w:rsidRPr="00994BBE">
        <w:rPr>
          <w:rStyle w:val="Hervorhebung"/>
          <w:b w:val="0"/>
        </w:rPr>
        <w:t xml:space="preserve">n </w:t>
      </w:r>
      <w:r w:rsidR="00470648" w:rsidRPr="00994BBE">
        <w:rPr>
          <w:rStyle w:val="Hervorhebung"/>
          <w:b w:val="0"/>
        </w:rPr>
        <w:t>von 2,0</w:t>
      </w:r>
      <w:r w:rsidR="00316615" w:rsidRPr="00994BBE">
        <w:rPr>
          <w:rStyle w:val="Hervorhebung"/>
          <w:b w:val="0"/>
        </w:rPr>
        <w:t xml:space="preserve"> </w:t>
      </w:r>
      <w:r w:rsidR="00470648" w:rsidRPr="00994BBE">
        <w:rPr>
          <w:rStyle w:val="Hervorhebung"/>
          <w:b w:val="0"/>
        </w:rPr>
        <w:t>m und 2,2 m</w:t>
      </w:r>
      <w:r w:rsidR="00831597" w:rsidRPr="00994BBE">
        <w:rPr>
          <w:rStyle w:val="Hervorhebung"/>
          <w:b w:val="0"/>
        </w:rPr>
        <w:t xml:space="preserve"> </w:t>
      </w:r>
      <w:r w:rsidR="00EB0767" w:rsidRPr="00994BBE">
        <w:rPr>
          <w:rStyle w:val="Hervorhebung"/>
          <w:b w:val="0"/>
        </w:rPr>
        <w:t xml:space="preserve">und Frästiefen bis 330 mm </w:t>
      </w:r>
      <w:r w:rsidR="0035140B" w:rsidRPr="00994BBE">
        <w:rPr>
          <w:rStyle w:val="Hervorhebung"/>
          <w:b w:val="0"/>
        </w:rPr>
        <w:t>bedien</w:t>
      </w:r>
      <w:r w:rsidR="00404DB5" w:rsidRPr="00994BBE">
        <w:rPr>
          <w:rStyle w:val="Hervorhebung"/>
          <w:b w:val="0"/>
        </w:rPr>
        <w:t>t</w:t>
      </w:r>
      <w:r w:rsidR="0035140B" w:rsidRPr="00994BBE">
        <w:rPr>
          <w:rStyle w:val="Hervorhebung"/>
          <w:b w:val="0"/>
        </w:rPr>
        <w:t xml:space="preserve"> die </w:t>
      </w:r>
      <w:r w:rsidR="00404DB5" w:rsidRPr="00994BBE">
        <w:rPr>
          <w:rStyle w:val="Hervorhebung"/>
          <w:b w:val="0"/>
        </w:rPr>
        <w:t xml:space="preserve">W 200 F </w:t>
      </w:r>
      <w:r w:rsidR="0035140B" w:rsidRPr="00994BBE">
        <w:rPr>
          <w:rStyle w:val="Hervorhebung"/>
          <w:b w:val="0"/>
        </w:rPr>
        <w:t>ein breites Anwendungsspektrum von der Deckschichtsanierung über den Komplettausbau bis hin zu Feinfräsarbeiten.</w:t>
      </w:r>
      <w:r w:rsidR="00D360B5" w:rsidRPr="00994BBE">
        <w:rPr>
          <w:rStyle w:val="Hervorhebung"/>
          <w:b w:val="0"/>
        </w:rPr>
        <w:t xml:space="preserve"> Dafür stehen </w:t>
      </w:r>
      <w:r w:rsidR="003A04FD" w:rsidRPr="00994BBE">
        <w:rPr>
          <w:rStyle w:val="Hervorhebung"/>
          <w:b w:val="0"/>
        </w:rPr>
        <w:t>4</w:t>
      </w:r>
      <w:r w:rsidR="00C13DE0">
        <w:rPr>
          <w:rStyle w:val="Hervorhebung"/>
          <w:b w:val="0"/>
        </w:rPr>
        <w:t>55</w:t>
      </w:r>
      <w:r w:rsidR="003A04FD" w:rsidRPr="00994BBE">
        <w:rPr>
          <w:rStyle w:val="Hervorhebung"/>
          <w:b w:val="0"/>
        </w:rPr>
        <w:t xml:space="preserve"> </w:t>
      </w:r>
      <w:r w:rsidR="00D360B5" w:rsidRPr="00994BBE">
        <w:rPr>
          <w:rStyle w:val="Hervorhebung"/>
          <w:b w:val="0"/>
        </w:rPr>
        <w:t>k</w:t>
      </w:r>
      <w:r w:rsidR="00E87073" w:rsidRPr="00994BBE">
        <w:rPr>
          <w:rStyle w:val="Hervorhebung"/>
          <w:b w:val="0"/>
        </w:rPr>
        <w:t>W</w:t>
      </w:r>
      <w:r w:rsidR="00D360B5" w:rsidRPr="00994BBE">
        <w:rPr>
          <w:rStyle w:val="Hervorhebung"/>
          <w:b w:val="0"/>
        </w:rPr>
        <w:t xml:space="preserve"> </w:t>
      </w:r>
      <w:r w:rsidR="00BA4F93" w:rsidRPr="00994BBE">
        <w:rPr>
          <w:rStyle w:val="Hervorhebung"/>
          <w:b w:val="0"/>
        </w:rPr>
        <w:t xml:space="preserve">an </w:t>
      </w:r>
      <w:r w:rsidR="00F2743C" w:rsidRPr="00994BBE">
        <w:rPr>
          <w:rStyle w:val="Hervorhebung"/>
          <w:b w:val="0"/>
        </w:rPr>
        <w:t>Motorleistung zur Verfügung</w:t>
      </w:r>
      <w:r w:rsidR="00E87073" w:rsidRPr="00994BBE">
        <w:rPr>
          <w:rStyle w:val="Hervorhebung"/>
          <w:b w:val="0"/>
        </w:rPr>
        <w:t>.</w:t>
      </w:r>
    </w:p>
    <w:p w:rsidR="00336631" w:rsidRPr="00994BBE" w:rsidRDefault="00336631">
      <w:pPr>
        <w:rPr>
          <w:rStyle w:val="Hervorhebung"/>
          <w:sz w:val="22"/>
          <w:szCs w:val="22"/>
        </w:rPr>
      </w:pPr>
    </w:p>
    <w:p w:rsidR="00DA66ED" w:rsidRPr="00994BBE" w:rsidRDefault="008E0C4B" w:rsidP="007658CA">
      <w:pPr>
        <w:pStyle w:val="Text"/>
        <w:spacing w:line="276" w:lineRule="auto"/>
        <w:rPr>
          <w:rStyle w:val="Hervorhebung"/>
        </w:rPr>
      </w:pPr>
      <w:r w:rsidRPr="00994BBE">
        <w:rPr>
          <w:rStyle w:val="Hervorhebung"/>
        </w:rPr>
        <w:t>MILL ASSIST</w:t>
      </w:r>
      <w:r w:rsidR="00E756DA" w:rsidRPr="00994BBE">
        <w:rPr>
          <w:rStyle w:val="Hervorhebung"/>
        </w:rPr>
        <w:t xml:space="preserve">: </w:t>
      </w:r>
      <w:r w:rsidR="00914E23" w:rsidRPr="00994BBE">
        <w:rPr>
          <w:rStyle w:val="Hervorhebung"/>
        </w:rPr>
        <w:t>Geringerer Verbrauch, m</w:t>
      </w:r>
      <w:r w:rsidR="00A521DD" w:rsidRPr="00994BBE">
        <w:rPr>
          <w:rStyle w:val="Hervorhebung"/>
        </w:rPr>
        <w:t xml:space="preserve">ehr </w:t>
      </w:r>
      <w:r w:rsidR="00384816" w:rsidRPr="00994BBE">
        <w:rPr>
          <w:rStyle w:val="Hervorhebung"/>
        </w:rPr>
        <w:t>Leistung</w:t>
      </w:r>
      <w:r w:rsidR="00A521DD" w:rsidRPr="00994BBE">
        <w:rPr>
          <w:rStyle w:val="Hervorhebung"/>
        </w:rPr>
        <w:t>, bessere</w:t>
      </w:r>
      <w:r w:rsidR="00384816" w:rsidRPr="00994BBE">
        <w:rPr>
          <w:rStyle w:val="Hervorhebung"/>
        </w:rPr>
        <w:t xml:space="preserve"> Qualität</w:t>
      </w:r>
      <w:r w:rsidR="00A521DD" w:rsidRPr="00994BBE">
        <w:rPr>
          <w:rStyle w:val="Hervorhebung"/>
        </w:rPr>
        <w:t xml:space="preserve"> </w:t>
      </w:r>
    </w:p>
    <w:p w:rsidR="00744E2F" w:rsidRPr="00994BBE" w:rsidRDefault="00D0633B" w:rsidP="00D0633B">
      <w:pPr>
        <w:pStyle w:val="Text"/>
        <w:spacing w:line="276" w:lineRule="auto"/>
        <w:rPr>
          <w:rStyle w:val="Hervorhebung"/>
          <w:b w:val="0"/>
        </w:rPr>
      </w:pPr>
      <w:r w:rsidRPr="00994BBE">
        <w:rPr>
          <w:rStyle w:val="Hervorhebung"/>
          <w:b w:val="0"/>
        </w:rPr>
        <w:t xml:space="preserve">Durch ständig wechselnde Baustellenbedingungen muss der Fräsenfahrer Maschinenparameter wie Fräswalzendrehzahl, Wassermenge, Fräsgeschwindigkeit etc. </w:t>
      </w:r>
      <w:r w:rsidR="006B1784" w:rsidRPr="00994BBE">
        <w:rPr>
          <w:rStyle w:val="Hervorhebung"/>
          <w:b w:val="0"/>
        </w:rPr>
        <w:t>immer</w:t>
      </w:r>
      <w:r w:rsidR="009405C9" w:rsidRPr="00994BBE">
        <w:rPr>
          <w:rStyle w:val="Hervorhebung"/>
          <w:b w:val="0"/>
        </w:rPr>
        <w:t>zu</w:t>
      </w:r>
      <w:r w:rsidR="006B1784" w:rsidRPr="00994BBE">
        <w:rPr>
          <w:rStyle w:val="Hervorhebung"/>
          <w:b w:val="0"/>
        </w:rPr>
        <w:t xml:space="preserve"> neu einstellen</w:t>
      </w:r>
      <w:r w:rsidRPr="00994BBE">
        <w:rPr>
          <w:rStyle w:val="Hervorhebung"/>
          <w:b w:val="0"/>
        </w:rPr>
        <w:t xml:space="preserve">. </w:t>
      </w:r>
      <w:r w:rsidR="00001B24" w:rsidRPr="00994BBE">
        <w:rPr>
          <w:rStyle w:val="Hervorhebung"/>
          <w:b w:val="0"/>
        </w:rPr>
        <w:t>Um</w:t>
      </w:r>
      <w:r w:rsidRPr="00994BBE">
        <w:rPr>
          <w:rStyle w:val="Hervorhebung"/>
          <w:b w:val="0"/>
        </w:rPr>
        <w:t xml:space="preserve"> </w:t>
      </w:r>
      <w:r w:rsidR="005F24AA" w:rsidRPr="00994BBE">
        <w:rPr>
          <w:rStyle w:val="Hervorhebung"/>
          <w:b w:val="0"/>
        </w:rPr>
        <w:t xml:space="preserve">das </w:t>
      </w:r>
      <w:r w:rsidRPr="00994BBE">
        <w:rPr>
          <w:rStyle w:val="Hervorhebung"/>
          <w:b w:val="0"/>
        </w:rPr>
        <w:t xml:space="preserve">optimale Ergebnis </w:t>
      </w:r>
      <w:r w:rsidR="00001B24" w:rsidRPr="00994BBE">
        <w:rPr>
          <w:rStyle w:val="Hervorhebung"/>
          <w:b w:val="0"/>
        </w:rPr>
        <w:t xml:space="preserve">zu erzielen, </w:t>
      </w:r>
      <w:r w:rsidR="008D6E1F" w:rsidRPr="00994BBE">
        <w:rPr>
          <w:rStyle w:val="Hervorhebung"/>
          <w:b w:val="0"/>
        </w:rPr>
        <w:t>greift</w:t>
      </w:r>
      <w:r w:rsidR="005F24AA" w:rsidRPr="00994BBE">
        <w:rPr>
          <w:rStyle w:val="Hervorhebung"/>
          <w:b w:val="0"/>
        </w:rPr>
        <w:t xml:space="preserve"> </w:t>
      </w:r>
      <w:r w:rsidRPr="00994BBE">
        <w:rPr>
          <w:rStyle w:val="Hervorhebung"/>
          <w:b w:val="0"/>
        </w:rPr>
        <w:t>er je nach Beschaffenheit der zu fräsenden Fläche manuell in den Prozess ein – aufgrund</w:t>
      </w:r>
      <w:r w:rsidR="00001B24" w:rsidRPr="00994BBE">
        <w:rPr>
          <w:rStyle w:val="Hervorhebung"/>
          <w:b w:val="0"/>
        </w:rPr>
        <w:t xml:space="preserve"> </w:t>
      </w:r>
      <w:r w:rsidR="008D6E1F" w:rsidRPr="00994BBE">
        <w:rPr>
          <w:rStyle w:val="Hervorhebung"/>
          <w:b w:val="0"/>
        </w:rPr>
        <w:t>der</w:t>
      </w:r>
      <w:r w:rsidRPr="00994BBE">
        <w:rPr>
          <w:rStyle w:val="Hervorhebung"/>
          <w:b w:val="0"/>
        </w:rPr>
        <w:t xml:space="preserve"> Komplexität</w:t>
      </w:r>
      <w:r w:rsidR="005F24AA" w:rsidRPr="00994BBE">
        <w:rPr>
          <w:rStyle w:val="Hervorhebung"/>
          <w:b w:val="0"/>
        </w:rPr>
        <w:t xml:space="preserve"> </w:t>
      </w:r>
      <w:r w:rsidRPr="00994BBE">
        <w:rPr>
          <w:rStyle w:val="Hervorhebung"/>
          <w:b w:val="0"/>
        </w:rPr>
        <w:t xml:space="preserve">eine extrem anspruchsvolle Aufgabe. </w:t>
      </w:r>
    </w:p>
    <w:p w:rsidR="00FB37D6" w:rsidRPr="00994BBE" w:rsidRDefault="00FB37D6" w:rsidP="00D0633B">
      <w:pPr>
        <w:pStyle w:val="Text"/>
        <w:spacing w:line="276" w:lineRule="auto"/>
        <w:rPr>
          <w:rStyle w:val="Hervorhebung"/>
          <w:b w:val="0"/>
        </w:rPr>
      </w:pPr>
    </w:p>
    <w:p w:rsidR="009C510D" w:rsidRPr="00994BBE" w:rsidRDefault="005A570F" w:rsidP="00357B4C">
      <w:pPr>
        <w:pStyle w:val="Text"/>
        <w:spacing w:line="276" w:lineRule="auto"/>
        <w:rPr>
          <w:rStyle w:val="Hervorhebung"/>
          <w:b w:val="0"/>
          <w:i/>
        </w:rPr>
      </w:pPr>
      <w:r w:rsidRPr="00994BBE">
        <w:rPr>
          <w:rStyle w:val="Hervorhebung"/>
          <w:b w:val="0"/>
        </w:rPr>
        <w:t>I</w:t>
      </w:r>
      <w:r w:rsidR="00B47187" w:rsidRPr="00994BBE">
        <w:rPr>
          <w:rStyle w:val="Hervorhebung"/>
          <w:b w:val="0"/>
        </w:rPr>
        <w:t xml:space="preserve">n der neuen Großfräsen-Generation </w:t>
      </w:r>
      <w:r w:rsidRPr="00994BBE">
        <w:rPr>
          <w:rStyle w:val="Hervorhebung"/>
          <w:b w:val="0"/>
        </w:rPr>
        <w:t xml:space="preserve">hat Wirtgen </w:t>
      </w:r>
      <w:r w:rsidR="005D701A" w:rsidRPr="00994BBE">
        <w:rPr>
          <w:rStyle w:val="Hervorhebung"/>
          <w:b w:val="0"/>
        </w:rPr>
        <w:t xml:space="preserve">nun </w:t>
      </w:r>
      <w:r w:rsidR="00B47187" w:rsidRPr="00994BBE">
        <w:rPr>
          <w:rStyle w:val="Hervorhebung"/>
          <w:b w:val="0"/>
        </w:rPr>
        <w:t xml:space="preserve">das erste intelligente Maschinenkonzept realisiert, das selbständig in der Lage ist, Leistungs- und Qualitätsvorgaben des Bedieners optimal umzusetzen. Basierend auf einer ganzheitlichen Analyse aller Parameter </w:t>
      </w:r>
      <w:r w:rsidR="00BE4EB3" w:rsidRPr="00994BBE">
        <w:rPr>
          <w:rStyle w:val="Hervorhebung"/>
          <w:b w:val="0"/>
        </w:rPr>
        <w:t>wird der gesamte Fräsprozess digital abgebildet und in Echtzeit simuliert</w:t>
      </w:r>
      <w:r w:rsidR="00B47187" w:rsidRPr="00994BBE">
        <w:rPr>
          <w:rStyle w:val="Hervorhebung"/>
          <w:b w:val="0"/>
        </w:rPr>
        <w:t xml:space="preserve">. </w:t>
      </w:r>
      <w:r w:rsidR="009C510D" w:rsidRPr="00994BBE">
        <w:rPr>
          <w:rStyle w:val="Hervorhebung"/>
          <w:b w:val="0"/>
        </w:rPr>
        <w:t xml:space="preserve">So stellt die innovative Maschinensteuerung </w:t>
      </w:r>
      <w:r w:rsidR="008E0C4B" w:rsidRPr="00994BBE">
        <w:rPr>
          <w:rStyle w:val="Hervorhebung"/>
          <w:b w:val="0"/>
        </w:rPr>
        <w:t>MILL ASSIST</w:t>
      </w:r>
      <w:r w:rsidR="00CD632E" w:rsidRPr="00994BBE">
        <w:rPr>
          <w:rStyle w:val="Hervorhebung"/>
          <w:b w:val="0"/>
        </w:rPr>
        <w:t xml:space="preserve"> </w:t>
      </w:r>
      <w:r w:rsidR="009C510D" w:rsidRPr="00994BBE">
        <w:rPr>
          <w:rStyle w:val="Hervorhebung"/>
          <w:b w:val="0"/>
        </w:rPr>
        <w:t>im Automatikbetrieb stets das günstig</w:t>
      </w:r>
      <w:r w:rsidR="003F0F4E" w:rsidRPr="00994BBE">
        <w:rPr>
          <w:rStyle w:val="Hervorhebung"/>
          <w:b w:val="0"/>
        </w:rPr>
        <w:t>ste Arbeitsverhältnis zwischen Fräsleistung und Betriebsk</w:t>
      </w:r>
      <w:r w:rsidR="009C510D" w:rsidRPr="00994BBE">
        <w:rPr>
          <w:rStyle w:val="Hervorhebung"/>
          <w:b w:val="0"/>
        </w:rPr>
        <w:t>osten ein.</w:t>
      </w:r>
      <w:r w:rsidR="00BE4EB3" w:rsidRPr="00994BBE">
        <w:rPr>
          <w:rStyle w:val="Hervorhebung"/>
          <w:b w:val="0"/>
        </w:rPr>
        <w:t xml:space="preserve"> Die Maschine reagiert intelligent und dynamisc</w:t>
      </w:r>
      <w:r w:rsidR="004D6D7B" w:rsidRPr="00994BBE">
        <w:rPr>
          <w:rStyle w:val="Hervorhebung"/>
          <w:b w:val="0"/>
        </w:rPr>
        <w:t xml:space="preserve">h auf sich ändernde Bedingungen. </w:t>
      </w:r>
      <w:r w:rsidR="00B47187" w:rsidRPr="00994BBE">
        <w:rPr>
          <w:rStyle w:val="Hervorhebung"/>
          <w:b w:val="0"/>
        </w:rPr>
        <w:t>Dies führt zu einer enormen Bedienerentlastung bei Verbesserung der Maschinen</w:t>
      </w:r>
      <w:r w:rsidR="00724855" w:rsidRPr="00994BBE">
        <w:rPr>
          <w:rStyle w:val="Hervorhebung"/>
          <w:b w:val="0"/>
        </w:rPr>
        <w:t>leistung</w:t>
      </w:r>
      <w:r w:rsidR="00036DA3" w:rsidRPr="00994BBE">
        <w:rPr>
          <w:rStyle w:val="Hervorhebung"/>
          <w:b w:val="0"/>
        </w:rPr>
        <w:t xml:space="preserve"> und deutlicher </w:t>
      </w:r>
      <w:r w:rsidR="00414EDE" w:rsidRPr="00994BBE">
        <w:rPr>
          <w:rStyle w:val="Hervorhebung"/>
          <w:b w:val="0"/>
        </w:rPr>
        <w:t>Reduzierung</w:t>
      </w:r>
      <w:r w:rsidR="00036DA3" w:rsidRPr="00994BBE">
        <w:rPr>
          <w:rStyle w:val="Hervorhebung"/>
          <w:b w:val="0"/>
        </w:rPr>
        <w:t xml:space="preserve"> von Diesel</w:t>
      </w:r>
      <w:r w:rsidR="00417182" w:rsidRPr="00994BBE">
        <w:rPr>
          <w:rStyle w:val="Hervorhebung"/>
          <w:b w:val="0"/>
        </w:rPr>
        <w:t>-</w:t>
      </w:r>
      <w:r w:rsidR="006B768B" w:rsidRPr="00994BBE">
        <w:rPr>
          <w:rStyle w:val="Hervorhebung"/>
          <w:b w:val="0"/>
        </w:rPr>
        <w:t xml:space="preserve">, </w:t>
      </w:r>
      <w:r w:rsidR="00417182" w:rsidRPr="00994BBE">
        <w:rPr>
          <w:rStyle w:val="Hervorhebung"/>
          <w:b w:val="0"/>
        </w:rPr>
        <w:t>Wasser</w:t>
      </w:r>
      <w:r w:rsidR="00D22FB0" w:rsidRPr="00994BBE">
        <w:rPr>
          <w:rStyle w:val="Hervorhebung"/>
          <w:b w:val="0"/>
        </w:rPr>
        <w:t xml:space="preserve">- und </w:t>
      </w:r>
      <w:r w:rsidR="00036DA3" w:rsidRPr="00994BBE">
        <w:rPr>
          <w:rStyle w:val="Hervorhebung"/>
          <w:b w:val="0"/>
        </w:rPr>
        <w:t xml:space="preserve">Meißelverbrauch </w:t>
      </w:r>
      <w:r w:rsidR="00D22FB0" w:rsidRPr="00994BBE">
        <w:rPr>
          <w:rStyle w:val="Hervorhebung"/>
          <w:b w:val="0"/>
        </w:rPr>
        <w:t>sowie CO</w:t>
      </w:r>
      <w:r w:rsidR="00D22FB0" w:rsidRPr="00994BBE">
        <w:rPr>
          <w:rStyle w:val="Hervorhebung"/>
          <w:b w:val="0"/>
          <w:vertAlign w:val="subscript"/>
        </w:rPr>
        <w:t>2</w:t>
      </w:r>
      <w:r w:rsidR="00D22FB0" w:rsidRPr="00994BBE">
        <w:rPr>
          <w:rStyle w:val="Hervorhebung"/>
          <w:b w:val="0"/>
        </w:rPr>
        <w:t xml:space="preserve">- </w:t>
      </w:r>
      <w:r w:rsidR="00036DA3" w:rsidRPr="00994BBE">
        <w:rPr>
          <w:rStyle w:val="Hervorhebung"/>
          <w:b w:val="0"/>
        </w:rPr>
        <w:t>und Lärmemissionen.</w:t>
      </w:r>
    </w:p>
    <w:p w:rsidR="005A6794" w:rsidRPr="00994BBE" w:rsidRDefault="005A6794" w:rsidP="00C06B47">
      <w:pPr>
        <w:rPr>
          <w:rStyle w:val="Hervorhebung"/>
          <w:b w:val="0"/>
          <w:i/>
          <w:sz w:val="22"/>
        </w:rPr>
      </w:pPr>
    </w:p>
    <w:p w:rsidR="00737217" w:rsidRPr="00994BBE" w:rsidRDefault="00737217" w:rsidP="00737217">
      <w:pPr>
        <w:spacing w:line="276" w:lineRule="auto"/>
        <w:jc w:val="both"/>
        <w:rPr>
          <w:rStyle w:val="Hervorhebung"/>
          <w:sz w:val="22"/>
          <w:szCs w:val="22"/>
        </w:rPr>
      </w:pPr>
      <w:r w:rsidRPr="00994BBE">
        <w:rPr>
          <w:rStyle w:val="Hervorhebung"/>
          <w:sz w:val="22"/>
          <w:szCs w:val="22"/>
        </w:rPr>
        <w:t>Mensch-Maschine-</w:t>
      </w:r>
      <w:r w:rsidR="001F7C5A" w:rsidRPr="00994BBE">
        <w:rPr>
          <w:rStyle w:val="Hervorhebung"/>
          <w:sz w:val="22"/>
          <w:szCs w:val="22"/>
        </w:rPr>
        <w:t>Schnittstelle</w:t>
      </w:r>
      <w:r w:rsidR="00D9634F" w:rsidRPr="00994BBE">
        <w:rPr>
          <w:rStyle w:val="Hervorhebung"/>
          <w:sz w:val="22"/>
          <w:szCs w:val="22"/>
        </w:rPr>
        <w:t xml:space="preserve"> optimiert k</w:t>
      </w:r>
      <w:r w:rsidR="00494AF1" w:rsidRPr="00994BBE">
        <w:rPr>
          <w:rStyle w:val="Hervorhebung"/>
          <w:sz w:val="22"/>
          <w:szCs w:val="22"/>
        </w:rPr>
        <w:t xml:space="preserve">omfortable </w:t>
      </w:r>
      <w:r w:rsidR="00494AF1" w:rsidRPr="00994BBE">
        <w:rPr>
          <w:b/>
          <w:iCs/>
          <w:sz w:val="22"/>
          <w:szCs w:val="22"/>
        </w:rPr>
        <w:t xml:space="preserve">Bedienung </w:t>
      </w:r>
    </w:p>
    <w:p w:rsidR="00D36EB8" w:rsidRPr="00994BBE" w:rsidRDefault="00A55946" w:rsidP="00737217">
      <w:pPr>
        <w:pStyle w:val="Text"/>
        <w:spacing w:line="276" w:lineRule="auto"/>
        <w:rPr>
          <w:rStyle w:val="Hervorhebung"/>
          <w:b w:val="0"/>
          <w:szCs w:val="22"/>
        </w:rPr>
      </w:pPr>
      <w:r w:rsidRPr="00994BBE">
        <w:rPr>
          <w:rStyle w:val="Hervorhebung"/>
          <w:b w:val="0"/>
          <w:szCs w:val="22"/>
        </w:rPr>
        <w:t xml:space="preserve">Das neu entwickelte Bedienkonzept optimiert die </w:t>
      </w:r>
      <w:r w:rsidR="00F4099C" w:rsidRPr="00994BBE">
        <w:rPr>
          <w:rStyle w:val="Hervorhebung"/>
          <w:b w:val="0"/>
          <w:szCs w:val="22"/>
        </w:rPr>
        <w:t>ganzheitliche</w:t>
      </w:r>
      <w:r w:rsidRPr="00994BBE">
        <w:rPr>
          <w:rStyle w:val="Hervorhebung"/>
          <w:b w:val="0"/>
          <w:szCs w:val="22"/>
        </w:rPr>
        <w:t xml:space="preserve"> Kommunikation zwischen Mensch und Maschine. </w:t>
      </w:r>
      <w:r w:rsidR="00D1209F" w:rsidRPr="00994BBE">
        <w:t xml:space="preserve">Mithilfe einer </w:t>
      </w:r>
      <w:r w:rsidR="008517CC" w:rsidRPr="00994BBE">
        <w:t xml:space="preserve">auf die </w:t>
      </w:r>
      <w:r w:rsidR="008517CC" w:rsidRPr="00994BBE">
        <w:rPr>
          <w:rStyle w:val="Hervorhebung"/>
          <w:b w:val="0"/>
          <w:szCs w:val="22"/>
        </w:rPr>
        <w:t xml:space="preserve">Bedürfnisse beim Kaltfräsen </w:t>
      </w:r>
      <w:r w:rsidR="00D22774" w:rsidRPr="00994BBE">
        <w:rPr>
          <w:rStyle w:val="Hervorhebung"/>
          <w:b w:val="0"/>
          <w:szCs w:val="22"/>
        </w:rPr>
        <w:t>zugeschnittene</w:t>
      </w:r>
      <w:r w:rsidR="00D1209F" w:rsidRPr="00994BBE">
        <w:rPr>
          <w:rStyle w:val="Hervorhebung"/>
          <w:b w:val="0"/>
          <w:szCs w:val="22"/>
        </w:rPr>
        <w:t>n</w:t>
      </w:r>
      <w:r w:rsidR="00D22774" w:rsidRPr="00994BBE">
        <w:rPr>
          <w:rStyle w:val="Hervorhebung"/>
          <w:b w:val="0"/>
          <w:szCs w:val="22"/>
        </w:rPr>
        <w:t xml:space="preserve"> Software</w:t>
      </w:r>
      <w:r w:rsidR="00D1209F" w:rsidRPr="00994BBE">
        <w:rPr>
          <w:rStyle w:val="Hervorhebung"/>
          <w:b w:val="0"/>
          <w:szCs w:val="22"/>
        </w:rPr>
        <w:t xml:space="preserve"> </w:t>
      </w:r>
      <w:r w:rsidR="0085515E" w:rsidRPr="00994BBE">
        <w:rPr>
          <w:rStyle w:val="Hervorhebung"/>
          <w:b w:val="0"/>
          <w:szCs w:val="22"/>
        </w:rPr>
        <w:t>teilt</w:t>
      </w:r>
      <w:r w:rsidR="00D1209F" w:rsidRPr="00994BBE">
        <w:rPr>
          <w:rStyle w:val="Hervorhebung"/>
          <w:b w:val="0"/>
          <w:szCs w:val="22"/>
        </w:rPr>
        <w:t xml:space="preserve"> die Maschine</w:t>
      </w:r>
      <w:r w:rsidR="0085515E" w:rsidRPr="00994BBE">
        <w:rPr>
          <w:rStyle w:val="Hervorhebung"/>
          <w:b w:val="0"/>
          <w:szCs w:val="22"/>
        </w:rPr>
        <w:t xml:space="preserve"> dem </w:t>
      </w:r>
      <w:r w:rsidR="002F6E7E" w:rsidRPr="00994BBE">
        <w:rPr>
          <w:rStyle w:val="Hervorhebung"/>
          <w:b w:val="0"/>
          <w:szCs w:val="22"/>
        </w:rPr>
        <w:t>F</w:t>
      </w:r>
      <w:r w:rsidR="0085515E" w:rsidRPr="00994BBE">
        <w:rPr>
          <w:rStyle w:val="Hervorhebung"/>
          <w:b w:val="0"/>
          <w:szCs w:val="22"/>
        </w:rPr>
        <w:t>ahrer alle wichtigen</w:t>
      </w:r>
      <w:r w:rsidR="005C78F2" w:rsidRPr="00994BBE">
        <w:rPr>
          <w:rStyle w:val="Hervorhebung"/>
          <w:b w:val="0"/>
          <w:szCs w:val="22"/>
        </w:rPr>
        <w:t xml:space="preserve"> </w:t>
      </w:r>
      <w:r w:rsidR="00E17FD6" w:rsidRPr="00994BBE">
        <w:rPr>
          <w:rStyle w:val="Hervorhebung"/>
          <w:b w:val="0"/>
          <w:szCs w:val="22"/>
        </w:rPr>
        <w:t xml:space="preserve">Daten </w:t>
      </w:r>
      <w:r w:rsidR="0085515E" w:rsidRPr="00994BBE">
        <w:rPr>
          <w:rStyle w:val="Hervorhebung"/>
          <w:b w:val="0"/>
          <w:szCs w:val="22"/>
        </w:rPr>
        <w:t xml:space="preserve">zum </w:t>
      </w:r>
      <w:r w:rsidR="0001363F" w:rsidRPr="00994BBE">
        <w:rPr>
          <w:rStyle w:val="Hervorhebung"/>
          <w:b w:val="0"/>
          <w:szCs w:val="22"/>
        </w:rPr>
        <w:t>Fräs</w:t>
      </w:r>
      <w:r w:rsidR="0085515E" w:rsidRPr="00994BBE">
        <w:rPr>
          <w:rStyle w:val="Hervorhebung"/>
          <w:b w:val="0"/>
          <w:szCs w:val="22"/>
        </w:rPr>
        <w:t xml:space="preserve">prozess und </w:t>
      </w:r>
      <w:r w:rsidR="00DE061D" w:rsidRPr="00994BBE">
        <w:rPr>
          <w:rStyle w:val="Hervorhebung"/>
          <w:b w:val="0"/>
          <w:szCs w:val="22"/>
        </w:rPr>
        <w:t>Zustand der Fräse</w:t>
      </w:r>
      <w:r w:rsidR="0085515E" w:rsidRPr="00994BBE">
        <w:rPr>
          <w:rStyle w:val="Hervorhebung"/>
          <w:b w:val="0"/>
          <w:szCs w:val="22"/>
        </w:rPr>
        <w:t xml:space="preserve"> mit. </w:t>
      </w:r>
      <w:r w:rsidR="00A50976" w:rsidRPr="00994BBE">
        <w:rPr>
          <w:rStyle w:val="Hervorhebung"/>
          <w:b w:val="0"/>
          <w:szCs w:val="22"/>
        </w:rPr>
        <w:t xml:space="preserve">Waren </w:t>
      </w:r>
      <w:r w:rsidR="002F6E7E" w:rsidRPr="00994BBE">
        <w:rPr>
          <w:rStyle w:val="Hervorhebung"/>
          <w:b w:val="0"/>
          <w:szCs w:val="22"/>
        </w:rPr>
        <w:t>vormals</w:t>
      </w:r>
      <w:r w:rsidR="00A50976" w:rsidRPr="00994BBE">
        <w:rPr>
          <w:rStyle w:val="Hervorhebung"/>
          <w:b w:val="0"/>
          <w:szCs w:val="22"/>
        </w:rPr>
        <w:t xml:space="preserve"> </w:t>
      </w:r>
      <w:r w:rsidR="00E339F2" w:rsidRPr="00994BBE">
        <w:rPr>
          <w:rStyle w:val="Hervorhebung"/>
          <w:b w:val="0"/>
          <w:szCs w:val="22"/>
        </w:rPr>
        <w:t xml:space="preserve">drei </w:t>
      </w:r>
      <w:r w:rsidR="00A50976" w:rsidRPr="00994BBE">
        <w:rPr>
          <w:rStyle w:val="Hervorhebung"/>
          <w:b w:val="0"/>
          <w:szCs w:val="22"/>
        </w:rPr>
        <w:t xml:space="preserve">Displays für das Anzeigen der </w:t>
      </w:r>
      <w:r w:rsidR="00E17FD6" w:rsidRPr="00994BBE">
        <w:rPr>
          <w:rStyle w:val="Hervorhebung"/>
          <w:b w:val="0"/>
          <w:szCs w:val="22"/>
        </w:rPr>
        <w:t xml:space="preserve">Informationen </w:t>
      </w:r>
      <w:r w:rsidR="00A50976" w:rsidRPr="00994BBE">
        <w:rPr>
          <w:rStyle w:val="Hervorhebung"/>
          <w:b w:val="0"/>
          <w:szCs w:val="22"/>
        </w:rPr>
        <w:t xml:space="preserve">nötig, </w:t>
      </w:r>
      <w:r w:rsidR="00370A6E" w:rsidRPr="00994BBE">
        <w:rPr>
          <w:rStyle w:val="Hervorhebung"/>
          <w:b w:val="0"/>
          <w:szCs w:val="22"/>
        </w:rPr>
        <w:t>können</w:t>
      </w:r>
      <w:r w:rsidR="005C78F2" w:rsidRPr="00994BBE">
        <w:rPr>
          <w:rStyle w:val="Hervorhebung"/>
          <w:b w:val="0"/>
          <w:szCs w:val="22"/>
        </w:rPr>
        <w:t xml:space="preserve"> </w:t>
      </w:r>
      <w:r w:rsidR="005F372B" w:rsidRPr="00994BBE">
        <w:rPr>
          <w:rStyle w:val="Hervorhebung"/>
          <w:b w:val="0"/>
          <w:szCs w:val="22"/>
        </w:rPr>
        <w:t xml:space="preserve">sie </w:t>
      </w:r>
      <w:r w:rsidR="007B4E19" w:rsidRPr="00994BBE">
        <w:rPr>
          <w:rStyle w:val="Hervorhebung"/>
          <w:b w:val="0"/>
          <w:szCs w:val="22"/>
        </w:rPr>
        <w:t>dem Fräsenfahrer</w:t>
      </w:r>
      <w:r w:rsidR="00BC499A" w:rsidRPr="00994BBE">
        <w:rPr>
          <w:rStyle w:val="Hervorhebung"/>
          <w:b w:val="0"/>
          <w:szCs w:val="22"/>
        </w:rPr>
        <w:t xml:space="preserve"> </w:t>
      </w:r>
      <w:r w:rsidR="005F372B" w:rsidRPr="00994BBE">
        <w:rPr>
          <w:rStyle w:val="Hervorhebung"/>
          <w:b w:val="0"/>
          <w:szCs w:val="22"/>
        </w:rPr>
        <w:t xml:space="preserve">jetzt </w:t>
      </w:r>
      <w:r w:rsidR="007B4E19" w:rsidRPr="00994BBE">
        <w:rPr>
          <w:rStyle w:val="Hervorhebung"/>
          <w:b w:val="0"/>
          <w:szCs w:val="22"/>
        </w:rPr>
        <w:t>ü</w:t>
      </w:r>
      <w:r w:rsidR="00EE2342" w:rsidRPr="00994BBE">
        <w:rPr>
          <w:rStyle w:val="Hervorhebung"/>
          <w:b w:val="0"/>
          <w:szCs w:val="22"/>
        </w:rPr>
        <w:t xml:space="preserve">ber </w:t>
      </w:r>
      <w:r w:rsidR="005F372B" w:rsidRPr="00994BBE">
        <w:rPr>
          <w:rStyle w:val="Hervorhebung"/>
          <w:b w:val="0"/>
          <w:szCs w:val="22"/>
        </w:rPr>
        <w:t xml:space="preserve">lediglich </w:t>
      </w:r>
      <w:r w:rsidR="00E17FD6" w:rsidRPr="00994BBE">
        <w:rPr>
          <w:rStyle w:val="Hervorhebung"/>
          <w:b w:val="0"/>
          <w:szCs w:val="22"/>
        </w:rPr>
        <w:t xml:space="preserve">ein </w:t>
      </w:r>
      <w:r w:rsidR="00BB77DA" w:rsidRPr="00994BBE">
        <w:rPr>
          <w:rStyle w:val="Hervorhebung"/>
          <w:b w:val="0"/>
          <w:szCs w:val="22"/>
        </w:rPr>
        <w:t>Bedienpanel-Display</w:t>
      </w:r>
      <w:r w:rsidR="00E17FD6" w:rsidRPr="00994BBE">
        <w:rPr>
          <w:rStyle w:val="Hervorhebung"/>
          <w:b w:val="0"/>
          <w:szCs w:val="22"/>
        </w:rPr>
        <w:t xml:space="preserve"> </w:t>
      </w:r>
      <w:r w:rsidR="00661E51" w:rsidRPr="00994BBE">
        <w:rPr>
          <w:rStyle w:val="Hervorhebung"/>
          <w:b w:val="0"/>
          <w:szCs w:val="22"/>
        </w:rPr>
        <w:t>schnell und übersichtlich dargestellt</w:t>
      </w:r>
      <w:r w:rsidR="00370A6E" w:rsidRPr="00994BBE">
        <w:rPr>
          <w:rStyle w:val="Hervorhebung"/>
          <w:b w:val="0"/>
          <w:szCs w:val="22"/>
        </w:rPr>
        <w:t xml:space="preserve"> werden</w:t>
      </w:r>
      <w:r w:rsidR="00834D30" w:rsidRPr="00994BBE">
        <w:rPr>
          <w:rStyle w:val="Hervorhebung"/>
          <w:b w:val="0"/>
          <w:szCs w:val="22"/>
        </w:rPr>
        <w:t>.</w:t>
      </w:r>
      <w:r w:rsidR="00E26E1F" w:rsidRPr="00994BBE">
        <w:rPr>
          <w:rStyle w:val="Hervorhebung"/>
          <w:b w:val="0"/>
          <w:szCs w:val="22"/>
        </w:rPr>
        <w:t xml:space="preserve"> </w:t>
      </w:r>
      <w:r w:rsidR="00CD17C9" w:rsidRPr="00994BBE">
        <w:rPr>
          <w:rStyle w:val="Hervorhebung"/>
          <w:b w:val="0"/>
          <w:szCs w:val="22"/>
        </w:rPr>
        <w:t>Dadurch</w:t>
      </w:r>
      <w:r w:rsidR="00AB5F39" w:rsidRPr="00994BBE">
        <w:rPr>
          <w:rStyle w:val="Hervorhebung"/>
          <w:b w:val="0"/>
          <w:szCs w:val="22"/>
        </w:rPr>
        <w:t xml:space="preserve"> </w:t>
      </w:r>
      <w:r w:rsidR="00D34CB7" w:rsidRPr="00994BBE">
        <w:rPr>
          <w:rStyle w:val="Hervorhebung"/>
          <w:b w:val="0"/>
          <w:szCs w:val="22"/>
        </w:rPr>
        <w:t>erfasst</w:t>
      </w:r>
      <w:r w:rsidR="00834D30" w:rsidRPr="00994BBE">
        <w:rPr>
          <w:rStyle w:val="Hervorhebung"/>
          <w:b w:val="0"/>
          <w:szCs w:val="22"/>
        </w:rPr>
        <w:t xml:space="preserve"> er </w:t>
      </w:r>
      <w:r w:rsidR="000D6A3D" w:rsidRPr="00994BBE">
        <w:rPr>
          <w:rStyle w:val="Hervorhebung"/>
          <w:b w:val="0"/>
          <w:szCs w:val="22"/>
        </w:rPr>
        <w:t xml:space="preserve">jederzeit </w:t>
      </w:r>
      <w:r w:rsidR="001F6E28" w:rsidRPr="00994BBE">
        <w:rPr>
          <w:rStyle w:val="Hervorhebung"/>
          <w:b w:val="0"/>
          <w:szCs w:val="22"/>
        </w:rPr>
        <w:t xml:space="preserve">alle </w:t>
      </w:r>
      <w:r w:rsidR="000D6A3D" w:rsidRPr="00994BBE">
        <w:rPr>
          <w:rStyle w:val="Hervorhebung"/>
          <w:b w:val="0"/>
          <w:szCs w:val="22"/>
        </w:rPr>
        <w:t xml:space="preserve">relevanten </w:t>
      </w:r>
      <w:r w:rsidR="001F6E28" w:rsidRPr="00994BBE">
        <w:rPr>
          <w:rStyle w:val="Hervorhebung"/>
          <w:b w:val="0"/>
          <w:szCs w:val="22"/>
        </w:rPr>
        <w:t>Parameter</w:t>
      </w:r>
      <w:r w:rsidR="00834D30" w:rsidRPr="00994BBE">
        <w:rPr>
          <w:rStyle w:val="Hervorhebung"/>
          <w:b w:val="0"/>
          <w:szCs w:val="22"/>
        </w:rPr>
        <w:t xml:space="preserve"> auf einen Blick </w:t>
      </w:r>
      <w:r w:rsidR="00AB5F39" w:rsidRPr="00994BBE">
        <w:rPr>
          <w:rStyle w:val="Hervorhebung"/>
          <w:b w:val="0"/>
          <w:szCs w:val="22"/>
        </w:rPr>
        <w:t xml:space="preserve">und </w:t>
      </w:r>
      <w:r w:rsidR="00D34CB7" w:rsidRPr="00994BBE">
        <w:rPr>
          <w:rStyle w:val="Hervorhebung"/>
          <w:b w:val="0"/>
          <w:szCs w:val="22"/>
        </w:rPr>
        <w:t xml:space="preserve">kann </w:t>
      </w:r>
      <w:r w:rsidR="00E26E1F" w:rsidRPr="00994BBE">
        <w:rPr>
          <w:rStyle w:val="Hervorhebung"/>
          <w:b w:val="0"/>
          <w:szCs w:val="22"/>
        </w:rPr>
        <w:t>die Maschine gleichzeitig überwachen</w:t>
      </w:r>
      <w:r w:rsidR="005943C5" w:rsidRPr="00994BBE">
        <w:rPr>
          <w:rStyle w:val="Hervorhebung"/>
          <w:b w:val="0"/>
          <w:szCs w:val="22"/>
        </w:rPr>
        <w:t xml:space="preserve"> und steuern</w:t>
      </w:r>
      <w:r w:rsidR="00661E51" w:rsidRPr="00994BBE">
        <w:rPr>
          <w:rStyle w:val="Hervorhebung"/>
          <w:b w:val="0"/>
          <w:szCs w:val="22"/>
        </w:rPr>
        <w:t>.</w:t>
      </w:r>
      <w:r w:rsidR="00FC368F" w:rsidRPr="00994BBE">
        <w:rPr>
          <w:rStyle w:val="Hervorhebung"/>
          <w:b w:val="0"/>
          <w:szCs w:val="22"/>
        </w:rPr>
        <w:t xml:space="preserve"> </w:t>
      </w:r>
      <w:r w:rsidR="00D71C48" w:rsidRPr="00994BBE">
        <w:rPr>
          <w:rStyle w:val="Hervorhebung"/>
          <w:b w:val="0"/>
          <w:szCs w:val="22"/>
        </w:rPr>
        <w:t>Die Bedienung</w:t>
      </w:r>
      <w:r w:rsidR="00CD0448" w:rsidRPr="00994BBE">
        <w:rPr>
          <w:rStyle w:val="Hervorhebung"/>
          <w:b w:val="0"/>
          <w:szCs w:val="22"/>
        </w:rPr>
        <w:t xml:space="preserve"> </w:t>
      </w:r>
      <w:r w:rsidR="00451971" w:rsidRPr="00994BBE">
        <w:rPr>
          <w:rStyle w:val="Hervorhebung"/>
          <w:b w:val="0"/>
          <w:szCs w:val="22"/>
        </w:rPr>
        <w:t xml:space="preserve">erfolgt </w:t>
      </w:r>
      <w:r w:rsidR="00835E6B" w:rsidRPr="00994BBE">
        <w:rPr>
          <w:rStyle w:val="Hervorhebung"/>
          <w:b w:val="0"/>
          <w:szCs w:val="22"/>
        </w:rPr>
        <w:t>dabei</w:t>
      </w:r>
      <w:r w:rsidR="00FD749A" w:rsidRPr="00994BBE">
        <w:rPr>
          <w:rStyle w:val="Hervorhebung"/>
          <w:b w:val="0"/>
          <w:szCs w:val="22"/>
        </w:rPr>
        <w:t xml:space="preserve"> </w:t>
      </w:r>
      <w:r w:rsidR="00A4790D" w:rsidRPr="00994BBE">
        <w:rPr>
          <w:rStyle w:val="Hervorhebung"/>
          <w:b w:val="0"/>
          <w:szCs w:val="22"/>
        </w:rPr>
        <w:t xml:space="preserve">intuitiv und </w:t>
      </w:r>
      <w:r w:rsidR="00370A6E" w:rsidRPr="00994BBE">
        <w:rPr>
          <w:rStyle w:val="Hervorhebung"/>
          <w:b w:val="0"/>
          <w:szCs w:val="22"/>
        </w:rPr>
        <w:t xml:space="preserve">sehr </w:t>
      </w:r>
      <w:r w:rsidR="00FD749A" w:rsidRPr="00994BBE">
        <w:rPr>
          <w:rStyle w:val="Hervorhebung"/>
          <w:b w:val="0"/>
          <w:szCs w:val="22"/>
        </w:rPr>
        <w:t>ergonomisch</w:t>
      </w:r>
      <w:r w:rsidR="000D4774" w:rsidRPr="00994BBE">
        <w:rPr>
          <w:rStyle w:val="Hervorhebung"/>
          <w:b w:val="0"/>
          <w:szCs w:val="22"/>
        </w:rPr>
        <w:t xml:space="preserve">. </w:t>
      </w:r>
    </w:p>
    <w:p w:rsidR="00D36EB8" w:rsidRPr="00994BBE" w:rsidRDefault="00D36EB8" w:rsidP="00D36EB8">
      <w:pPr>
        <w:pStyle w:val="Text"/>
        <w:rPr>
          <w:rStyle w:val="Hervorhebung"/>
          <w:b w:val="0"/>
          <w:szCs w:val="22"/>
        </w:rPr>
      </w:pPr>
      <w:r w:rsidRPr="00994BBE">
        <w:rPr>
          <w:rStyle w:val="Hervorhebung"/>
          <w:b w:val="0"/>
          <w:szCs w:val="22"/>
        </w:rPr>
        <w:br w:type="page"/>
      </w:r>
    </w:p>
    <w:p w:rsidR="009E0103" w:rsidRPr="00994BBE" w:rsidRDefault="00EC2B96" w:rsidP="00737217">
      <w:pPr>
        <w:pStyle w:val="Text"/>
        <w:spacing w:line="276" w:lineRule="auto"/>
        <w:rPr>
          <w:rStyle w:val="Hervorhebung"/>
          <w:b w:val="0"/>
          <w:szCs w:val="22"/>
        </w:rPr>
      </w:pPr>
      <w:r w:rsidRPr="00994BBE">
        <w:rPr>
          <w:rStyle w:val="Hervorhebung"/>
          <w:b w:val="0"/>
          <w:szCs w:val="22"/>
        </w:rPr>
        <w:lastRenderedPageBreak/>
        <w:t xml:space="preserve">Mit einem großen 7-Zoll Bedienpanel können alle Maschinenfunktionen und Zustände abgerufen werden. </w:t>
      </w:r>
      <w:r w:rsidR="00CE58E7" w:rsidRPr="00994BBE">
        <w:rPr>
          <w:rStyle w:val="Hervorhebung"/>
          <w:b w:val="0"/>
          <w:szCs w:val="22"/>
        </w:rPr>
        <w:t>Über e</w:t>
      </w:r>
      <w:r w:rsidRPr="00994BBE">
        <w:rPr>
          <w:rStyle w:val="Hervorhebung"/>
          <w:b w:val="0"/>
          <w:szCs w:val="22"/>
        </w:rPr>
        <w:t>in 5-Zoll Bedienpanel, das auch an der rechten und linken Maschine</w:t>
      </w:r>
      <w:r w:rsidR="00CE58E7" w:rsidRPr="00994BBE">
        <w:rPr>
          <w:rStyle w:val="Hervorhebung"/>
          <w:b w:val="0"/>
          <w:szCs w:val="22"/>
        </w:rPr>
        <w:t>n</w:t>
      </w:r>
      <w:r w:rsidRPr="00994BBE">
        <w:rPr>
          <w:rStyle w:val="Hervorhebung"/>
          <w:b w:val="0"/>
          <w:szCs w:val="22"/>
        </w:rPr>
        <w:t xml:space="preserve">seite </w:t>
      </w:r>
      <w:r w:rsidR="007136D5" w:rsidRPr="00994BBE">
        <w:rPr>
          <w:rStyle w:val="Hervorhebung"/>
          <w:b w:val="0"/>
          <w:szCs w:val="22"/>
        </w:rPr>
        <w:t>angebracht</w:t>
      </w:r>
      <w:r w:rsidRPr="00994BBE">
        <w:rPr>
          <w:rStyle w:val="Hervorhebung"/>
          <w:b w:val="0"/>
          <w:szCs w:val="22"/>
        </w:rPr>
        <w:t xml:space="preserve"> werden kann, sind alle LEVEL PRO ACTIVE Nivelliervorgänge steuerbar. </w:t>
      </w:r>
    </w:p>
    <w:p w:rsidR="00E33CE6" w:rsidRPr="00994BBE" w:rsidRDefault="00E33CE6">
      <w:pPr>
        <w:rPr>
          <w:rStyle w:val="Hervorhebung"/>
          <w:sz w:val="22"/>
          <w:szCs w:val="22"/>
        </w:rPr>
      </w:pPr>
    </w:p>
    <w:p w:rsidR="0076096B" w:rsidRPr="00994BBE" w:rsidRDefault="003B095B" w:rsidP="005061C0">
      <w:pPr>
        <w:spacing w:line="276" w:lineRule="auto"/>
        <w:jc w:val="both"/>
        <w:rPr>
          <w:rStyle w:val="Hervorhebung"/>
          <w:sz w:val="22"/>
          <w:szCs w:val="22"/>
        </w:rPr>
      </w:pPr>
      <w:r w:rsidRPr="00994BBE">
        <w:rPr>
          <w:rStyle w:val="Hervorhebung"/>
          <w:sz w:val="22"/>
          <w:szCs w:val="22"/>
        </w:rPr>
        <w:t>Präzise</w:t>
      </w:r>
      <w:r w:rsidR="00720F0D" w:rsidRPr="00994BBE">
        <w:rPr>
          <w:rStyle w:val="Hervorhebung"/>
          <w:sz w:val="22"/>
          <w:szCs w:val="22"/>
        </w:rPr>
        <w:t>s</w:t>
      </w:r>
      <w:r w:rsidRPr="00994BBE">
        <w:rPr>
          <w:rStyle w:val="Hervorhebung"/>
          <w:sz w:val="22"/>
          <w:szCs w:val="22"/>
        </w:rPr>
        <w:t xml:space="preserve"> </w:t>
      </w:r>
      <w:r w:rsidR="00877C55" w:rsidRPr="00994BBE">
        <w:rPr>
          <w:rStyle w:val="Hervorhebung"/>
          <w:sz w:val="22"/>
          <w:szCs w:val="22"/>
        </w:rPr>
        <w:t>Nivellier</w:t>
      </w:r>
      <w:r w:rsidR="00720F0D" w:rsidRPr="00994BBE">
        <w:rPr>
          <w:rStyle w:val="Hervorhebung"/>
          <w:sz w:val="22"/>
          <w:szCs w:val="22"/>
        </w:rPr>
        <w:t xml:space="preserve">system </w:t>
      </w:r>
      <w:r w:rsidRPr="00994BBE">
        <w:rPr>
          <w:rStyle w:val="Hervorhebung"/>
          <w:sz w:val="22"/>
          <w:szCs w:val="22"/>
        </w:rPr>
        <w:t>LEVEL PRO ACTIVE</w:t>
      </w:r>
      <w:r w:rsidR="00720F0D" w:rsidRPr="00994BBE">
        <w:rPr>
          <w:rStyle w:val="Hervorhebung"/>
          <w:sz w:val="22"/>
          <w:szCs w:val="22"/>
        </w:rPr>
        <w:t xml:space="preserve"> mit neuen Automatikfunktionen</w:t>
      </w:r>
    </w:p>
    <w:p w:rsidR="00372B61" w:rsidRPr="00994BBE" w:rsidRDefault="00FA5927" w:rsidP="005061C0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 w:rsidRPr="00994BBE">
        <w:rPr>
          <w:rStyle w:val="Hervorhebung"/>
          <w:b w:val="0"/>
          <w:sz w:val="22"/>
          <w:szCs w:val="22"/>
        </w:rPr>
        <w:t xml:space="preserve">Durch die </w:t>
      </w:r>
      <w:r w:rsidR="00CB6353" w:rsidRPr="00994BBE">
        <w:rPr>
          <w:rStyle w:val="Hervorhebung"/>
          <w:b w:val="0"/>
          <w:sz w:val="22"/>
          <w:szCs w:val="22"/>
        </w:rPr>
        <w:t>v</w:t>
      </w:r>
      <w:r w:rsidR="0076096B" w:rsidRPr="00994BBE">
        <w:rPr>
          <w:rStyle w:val="Hervorhebung"/>
          <w:b w:val="0"/>
          <w:sz w:val="22"/>
          <w:szCs w:val="22"/>
        </w:rPr>
        <w:t>ollständig</w:t>
      </w:r>
      <w:r w:rsidRPr="00994BBE">
        <w:rPr>
          <w:rStyle w:val="Hervorhebung"/>
          <w:b w:val="0"/>
          <w:sz w:val="22"/>
          <w:szCs w:val="22"/>
        </w:rPr>
        <w:t>e</w:t>
      </w:r>
      <w:r w:rsidR="00CB6353" w:rsidRPr="00994BBE">
        <w:rPr>
          <w:rStyle w:val="Hervorhebung"/>
          <w:b w:val="0"/>
          <w:sz w:val="22"/>
          <w:szCs w:val="22"/>
        </w:rPr>
        <w:t xml:space="preserve"> Integration </w:t>
      </w:r>
      <w:r w:rsidRPr="00994BBE">
        <w:rPr>
          <w:rStyle w:val="Hervorhebung"/>
          <w:b w:val="0"/>
          <w:sz w:val="22"/>
          <w:szCs w:val="22"/>
        </w:rPr>
        <w:t>von LEVEL PRO ACTIVE</w:t>
      </w:r>
      <w:r w:rsidRPr="00994BBE">
        <w:t xml:space="preserve"> </w:t>
      </w:r>
      <w:r w:rsidR="0076096B" w:rsidRPr="00994BBE">
        <w:rPr>
          <w:rStyle w:val="Hervorhebung"/>
          <w:b w:val="0"/>
          <w:sz w:val="22"/>
          <w:szCs w:val="22"/>
        </w:rPr>
        <w:t xml:space="preserve">in die Maschinensteuerung </w:t>
      </w:r>
      <w:r w:rsidR="009F70CC" w:rsidRPr="00994BBE">
        <w:rPr>
          <w:rStyle w:val="Hervorhebung"/>
          <w:b w:val="0"/>
          <w:sz w:val="22"/>
          <w:szCs w:val="22"/>
        </w:rPr>
        <w:t xml:space="preserve">sind </w:t>
      </w:r>
      <w:r w:rsidR="001B54EC" w:rsidRPr="00994BBE">
        <w:rPr>
          <w:rStyle w:val="Hervorhebung"/>
          <w:b w:val="0"/>
          <w:sz w:val="22"/>
          <w:szCs w:val="22"/>
        </w:rPr>
        <w:t>wichtige</w:t>
      </w:r>
      <w:r w:rsidR="009F70CC" w:rsidRPr="00994BBE">
        <w:rPr>
          <w:rStyle w:val="Hervorhebung"/>
          <w:b w:val="0"/>
          <w:sz w:val="22"/>
          <w:szCs w:val="22"/>
        </w:rPr>
        <w:t xml:space="preserve"> </w:t>
      </w:r>
      <w:r w:rsidR="001B54EC" w:rsidRPr="00994BBE">
        <w:rPr>
          <w:rStyle w:val="Hervorhebung"/>
          <w:b w:val="0"/>
          <w:sz w:val="22"/>
          <w:szCs w:val="22"/>
        </w:rPr>
        <w:t xml:space="preserve">Maschinenfunktionen </w:t>
      </w:r>
      <w:r w:rsidR="00CB6353" w:rsidRPr="00994BBE">
        <w:rPr>
          <w:rStyle w:val="Hervorhebung"/>
          <w:b w:val="0"/>
          <w:sz w:val="22"/>
          <w:szCs w:val="22"/>
        </w:rPr>
        <w:t>direkt miteinander verknüpft und präzise Fräsergebnisse vorprogrammiert.</w:t>
      </w:r>
      <w:r w:rsidR="00456725" w:rsidRPr="00994BBE">
        <w:rPr>
          <w:rStyle w:val="Hervorhebung"/>
          <w:b w:val="0"/>
          <w:sz w:val="22"/>
          <w:szCs w:val="22"/>
        </w:rPr>
        <w:t xml:space="preserve"> </w:t>
      </w:r>
      <w:r w:rsidR="00A24CCF" w:rsidRPr="00994BBE">
        <w:rPr>
          <w:rStyle w:val="Hervorhebung"/>
          <w:b w:val="0"/>
          <w:sz w:val="22"/>
          <w:szCs w:val="22"/>
        </w:rPr>
        <w:t>Gleichzeitig bietet das Nivelliersyste</w:t>
      </w:r>
      <w:r w:rsidR="009057FC" w:rsidRPr="00994BBE">
        <w:rPr>
          <w:rStyle w:val="Hervorhebung"/>
          <w:b w:val="0"/>
          <w:sz w:val="22"/>
          <w:szCs w:val="22"/>
        </w:rPr>
        <w:t>m</w:t>
      </w:r>
      <w:r w:rsidR="00A24CCF" w:rsidRPr="00994BBE">
        <w:rPr>
          <w:rStyle w:val="Hervorhebung"/>
          <w:b w:val="0"/>
          <w:sz w:val="22"/>
          <w:szCs w:val="22"/>
        </w:rPr>
        <w:t xml:space="preserve"> viele</w:t>
      </w:r>
      <w:r w:rsidR="00456725" w:rsidRPr="00994BBE">
        <w:rPr>
          <w:rStyle w:val="Hervorhebung"/>
          <w:b w:val="0"/>
          <w:sz w:val="22"/>
          <w:szCs w:val="22"/>
        </w:rPr>
        <w:t xml:space="preserve"> </w:t>
      </w:r>
      <w:r w:rsidR="00FB37D6" w:rsidRPr="00994BBE">
        <w:rPr>
          <w:rStyle w:val="Hervorhebung"/>
          <w:b w:val="0"/>
          <w:sz w:val="22"/>
          <w:szCs w:val="22"/>
        </w:rPr>
        <w:t xml:space="preserve">den </w:t>
      </w:r>
      <w:r w:rsidR="00456725" w:rsidRPr="00994BBE">
        <w:rPr>
          <w:rStyle w:val="Hervorhebung"/>
          <w:b w:val="0"/>
          <w:sz w:val="22"/>
          <w:szCs w:val="22"/>
        </w:rPr>
        <w:t>B</w:t>
      </w:r>
      <w:r w:rsidR="0076096B" w:rsidRPr="00994BBE">
        <w:rPr>
          <w:rStyle w:val="Hervorhebung"/>
          <w:b w:val="0"/>
          <w:sz w:val="22"/>
          <w:szCs w:val="22"/>
        </w:rPr>
        <w:t>ediener</w:t>
      </w:r>
      <w:r w:rsidR="00456725" w:rsidRPr="00994BBE">
        <w:rPr>
          <w:rStyle w:val="Hervorhebung"/>
          <w:b w:val="0"/>
          <w:sz w:val="22"/>
          <w:szCs w:val="22"/>
        </w:rPr>
        <w:t xml:space="preserve"> </w:t>
      </w:r>
      <w:r w:rsidR="0076096B" w:rsidRPr="00994BBE">
        <w:rPr>
          <w:rStyle w:val="Hervorhebung"/>
          <w:b w:val="0"/>
          <w:sz w:val="22"/>
          <w:szCs w:val="22"/>
        </w:rPr>
        <w:t>entlastende Automatik- und Zusatzfunktionen.</w:t>
      </w:r>
      <w:r w:rsidR="00877C55" w:rsidRPr="00994BBE">
        <w:rPr>
          <w:rStyle w:val="Hervorhebung"/>
          <w:b w:val="0"/>
          <w:sz w:val="22"/>
          <w:szCs w:val="22"/>
        </w:rPr>
        <w:t xml:space="preserve"> </w:t>
      </w:r>
    </w:p>
    <w:p w:rsidR="00FB37D6" w:rsidRPr="00994BBE" w:rsidRDefault="00FB37D6" w:rsidP="005061C0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</w:p>
    <w:p w:rsidR="009366E9" w:rsidRPr="00994BBE" w:rsidRDefault="0076096B" w:rsidP="005061C0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 w:rsidRPr="00994BBE">
        <w:rPr>
          <w:rStyle w:val="Hervorhebung"/>
          <w:b w:val="0"/>
          <w:sz w:val="22"/>
          <w:szCs w:val="22"/>
        </w:rPr>
        <w:t xml:space="preserve">So </w:t>
      </w:r>
      <w:r w:rsidR="00B175E3" w:rsidRPr="00994BBE">
        <w:rPr>
          <w:rStyle w:val="Hervorhebung"/>
          <w:b w:val="0"/>
          <w:sz w:val="22"/>
          <w:szCs w:val="22"/>
        </w:rPr>
        <w:t>können</w:t>
      </w:r>
      <w:r w:rsidRPr="00994BBE">
        <w:rPr>
          <w:rStyle w:val="Hervorhebung"/>
          <w:b w:val="0"/>
          <w:sz w:val="22"/>
          <w:szCs w:val="22"/>
        </w:rPr>
        <w:t xml:space="preserve"> </w:t>
      </w:r>
      <w:r w:rsidR="00805500" w:rsidRPr="00994BBE">
        <w:rPr>
          <w:rStyle w:val="Hervorhebung"/>
          <w:b w:val="0"/>
          <w:sz w:val="22"/>
          <w:szCs w:val="22"/>
        </w:rPr>
        <w:t xml:space="preserve">u. a. </w:t>
      </w:r>
      <w:r w:rsidR="007421DD" w:rsidRPr="00994BBE">
        <w:rPr>
          <w:rStyle w:val="Hervorhebung"/>
          <w:b w:val="0"/>
          <w:sz w:val="22"/>
          <w:szCs w:val="22"/>
        </w:rPr>
        <w:t xml:space="preserve">durch das Anheben </w:t>
      </w:r>
      <w:r w:rsidRPr="00994BBE">
        <w:rPr>
          <w:rStyle w:val="Hervorhebung"/>
          <w:b w:val="0"/>
          <w:sz w:val="22"/>
          <w:szCs w:val="22"/>
        </w:rPr>
        <w:t>d</w:t>
      </w:r>
      <w:r w:rsidR="007421DD" w:rsidRPr="00994BBE">
        <w:rPr>
          <w:rStyle w:val="Hervorhebung"/>
          <w:b w:val="0"/>
          <w:sz w:val="22"/>
          <w:szCs w:val="22"/>
        </w:rPr>
        <w:t>er</w:t>
      </w:r>
      <w:r w:rsidRPr="00994BBE">
        <w:rPr>
          <w:rStyle w:val="Hervorhebung"/>
          <w:b w:val="0"/>
          <w:sz w:val="22"/>
          <w:szCs w:val="22"/>
        </w:rPr>
        <w:t xml:space="preserve"> Maschine zum</w:t>
      </w:r>
      <w:r w:rsidR="007421DD" w:rsidRPr="00994BBE">
        <w:rPr>
          <w:rStyle w:val="Hervorhebung"/>
          <w:b w:val="0"/>
          <w:sz w:val="22"/>
          <w:szCs w:val="22"/>
        </w:rPr>
        <w:t xml:space="preserve"> </w:t>
      </w:r>
      <w:r w:rsidRPr="00994BBE">
        <w:rPr>
          <w:rStyle w:val="Hervorhebung"/>
          <w:b w:val="0"/>
          <w:sz w:val="22"/>
          <w:szCs w:val="22"/>
        </w:rPr>
        <w:t>Überfahren eines Kanaldeckels</w:t>
      </w:r>
      <w:r w:rsidR="007421DD" w:rsidRPr="00994BBE">
        <w:rPr>
          <w:rStyle w:val="Hervorhebung"/>
          <w:b w:val="0"/>
          <w:sz w:val="22"/>
          <w:szCs w:val="22"/>
        </w:rPr>
        <w:t xml:space="preserve"> Arbeitsprozesse </w:t>
      </w:r>
      <w:r w:rsidR="00B175E3" w:rsidRPr="00994BBE">
        <w:rPr>
          <w:rStyle w:val="Hervorhebung"/>
          <w:b w:val="0"/>
          <w:sz w:val="22"/>
          <w:szCs w:val="22"/>
        </w:rPr>
        <w:t xml:space="preserve">zügiger </w:t>
      </w:r>
      <w:r w:rsidR="00C70C2A" w:rsidRPr="00994BBE">
        <w:rPr>
          <w:rStyle w:val="Hervorhebung"/>
          <w:b w:val="0"/>
          <w:sz w:val="22"/>
          <w:szCs w:val="22"/>
        </w:rPr>
        <w:t>realisiert</w:t>
      </w:r>
      <w:r w:rsidR="00B175E3" w:rsidRPr="00994BBE">
        <w:rPr>
          <w:rStyle w:val="Hervorhebung"/>
          <w:b w:val="0"/>
          <w:sz w:val="22"/>
          <w:szCs w:val="22"/>
        </w:rPr>
        <w:t xml:space="preserve"> werden</w:t>
      </w:r>
      <w:r w:rsidR="00805500" w:rsidRPr="00994BBE">
        <w:rPr>
          <w:rStyle w:val="Hervorhebung"/>
          <w:b w:val="0"/>
          <w:sz w:val="22"/>
          <w:szCs w:val="22"/>
        </w:rPr>
        <w:t xml:space="preserve">. </w:t>
      </w:r>
      <w:r w:rsidR="00FF3F8D" w:rsidRPr="00994BBE">
        <w:rPr>
          <w:rStyle w:val="Hervorhebung"/>
          <w:b w:val="0"/>
          <w:sz w:val="22"/>
          <w:szCs w:val="22"/>
        </w:rPr>
        <w:t xml:space="preserve">Das Ansetzen einer zweiten Frässpur wird ebenfalls durch LEVEL PRO ACTIVE aktiv und präzise unterstützt. Eine deutlich erhöhte Fräsflächenqualität ist hier das Ergebnis. </w:t>
      </w:r>
    </w:p>
    <w:p w:rsidR="00897221" w:rsidRPr="00994BBE" w:rsidRDefault="00897221">
      <w:pPr>
        <w:rPr>
          <w:rStyle w:val="Hervorhebung"/>
          <w:sz w:val="22"/>
          <w:szCs w:val="22"/>
        </w:rPr>
      </w:pPr>
    </w:p>
    <w:p w:rsidR="00130765" w:rsidRPr="00994BBE" w:rsidRDefault="00130765" w:rsidP="007E4796">
      <w:pPr>
        <w:spacing w:line="276" w:lineRule="auto"/>
        <w:jc w:val="both"/>
        <w:rPr>
          <w:rStyle w:val="Hervorhebung"/>
          <w:sz w:val="22"/>
          <w:szCs w:val="22"/>
        </w:rPr>
      </w:pPr>
      <w:r w:rsidRPr="00994BBE">
        <w:rPr>
          <w:rStyle w:val="Hervorhebung"/>
          <w:sz w:val="22"/>
          <w:szCs w:val="22"/>
        </w:rPr>
        <w:t>Einfa</w:t>
      </w:r>
      <w:r w:rsidR="008F5D4B" w:rsidRPr="00994BBE">
        <w:rPr>
          <w:rStyle w:val="Hervorhebung"/>
          <w:sz w:val="22"/>
          <w:szCs w:val="22"/>
        </w:rPr>
        <w:t xml:space="preserve">cher </w:t>
      </w:r>
      <w:r w:rsidR="00334C4D" w:rsidRPr="00994BBE">
        <w:rPr>
          <w:rStyle w:val="Hervorhebung"/>
          <w:sz w:val="22"/>
          <w:szCs w:val="22"/>
        </w:rPr>
        <w:t xml:space="preserve">und schneller </w:t>
      </w:r>
      <w:r w:rsidR="008F5D4B" w:rsidRPr="00994BBE">
        <w:rPr>
          <w:rStyle w:val="Hervorhebung"/>
          <w:sz w:val="22"/>
          <w:szCs w:val="22"/>
        </w:rPr>
        <w:t xml:space="preserve">Fräswalzenwechsel </w:t>
      </w:r>
      <w:r w:rsidR="00334C4D" w:rsidRPr="00994BBE">
        <w:rPr>
          <w:rStyle w:val="Hervorhebung"/>
          <w:sz w:val="22"/>
          <w:szCs w:val="22"/>
        </w:rPr>
        <w:t xml:space="preserve">in </w:t>
      </w:r>
      <w:r w:rsidR="00483535" w:rsidRPr="00994BBE">
        <w:rPr>
          <w:rStyle w:val="Hervorhebung"/>
          <w:sz w:val="22"/>
          <w:szCs w:val="22"/>
        </w:rPr>
        <w:t xml:space="preserve">nur </w:t>
      </w:r>
      <w:r w:rsidR="00334C4D" w:rsidRPr="00994BBE">
        <w:rPr>
          <w:rStyle w:val="Hervorhebung"/>
          <w:sz w:val="22"/>
          <w:szCs w:val="22"/>
        </w:rPr>
        <w:t>15 Minuten</w:t>
      </w:r>
    </w:p>
    <w:p w:rsidR="009366E9" w:rsidRPr="00994BBE" w:rsidRDefault="00336631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 w:rsidRPr="00994BBE">
        <w:rPr>
          <w:rStyle w:val="Hervorhebung"/>
          <w:b w:val="0"/>
          <w:sz w:val="22"/>
          <w:szCs w:val="22"/>
        </w:rPr>
        <w:t>Je einfacher und schneller eine Fräswalze</w:t>
      </w:r>
      <w:r w:rsidR="00D1462E" w:rsidRPr="00994BBE">
        <w:rPr>
          <w:rStyle w:val="Hervorhebung"/>
          <w:b w:val="0"/>
          <w:sz w:val="22"/>
          <w:szCs w:val="22"/>
        </w:rPr>
        <w:t xml:space="preserve"> </w:t>
      </w:r>
      <w:r w:rsidRPr="00994BBE">
        <w:rPr>
          <w:rStyle w:val="Hervorhebung"/>
          <w:b w:val="0"/>
          <w:sz w:val="22"/>
          <w:szCs w:val="22"/>
        </w:rPr>
        <w:t>gewechselt werden kann, desto schneller ist die Kaltfräse wieder im Einsatz</w:t>
      </w:r>
      <w:r w:rsidR="00D1462E" w:rsidRPr="00994BBE">
        <w:rPr>
          <w:rStyle w:val="Hervorhebung"/>
          <w:b w:val="0"/>
          <w:sz w:val="22"/>
          <w:szCs w:val="22"/>
        </w:rPr>
        <w:t xml:space="preserve"> </w:t>
      </w:r>
      <w:r w:rsidRPr="00994BBE">
        <w:rPr>
          <w:rStyle w:val="Hervorhebung"/>
          <w:b w:val="0"/>
          <w:sz w:val="22"/>
          <w:szCs w:val="22"/>
        </w:rPr>
        <w:t xml:space="preserve">und verdient Geld. Mit </w:t>
      </w:r>
      <w:r w:rsidR="00E116B2" w:rsidRPr="00994BBE">
        <w:rPr>
          <w:rStyle w:val="Hervorhebung"/>
          <w:b w:val="0"/>
          <w:sz w:val="22"/>
          <w:szCs w:val="22"/>
        </w:rPr>
        <w:t xml:space="preserve">dem </w:t>
      </w:r>
      <w:r w:rsidR="00B34267" w:rsidRPr="00994BBE">
        <w:rPr>
          <w:rStyle w:val="Hervorhebung"/>
          <w:b w:val="0"/>
          <w:sz w:val="22"/>
          <w:szCs w:val="22"/>
        </w:rPr>
        <w:t>optionalen</w:t>
      </w:r>
      <w:r w:rsidRPr="00994BBE">
        <w:rPr>
          <w:rStyle w:val="Hervorhebung"/>
          <w:b w:val="0"/>
          <w:sz w:val="22"/>
          <w:szCs w:val="22"/>
        </w:rPr>
        <w:t xml:space="preserve"> Multiple Cutting System (MCS) ist der Wechsel von </w:t>
      </w:r>
      <w:r w:rsidR="00275E0A" w:rsidRPr="00994BBE">
        <w:rPr>
          <w:rStyle w:val="Hervorhebung"/>
          <w:b w:val="0"/>
          <w:sz w:val="22"/>
          <w:szCs w:val="22"/>
        </w:rPr>
        <w:t xml:space="preserve">Fräswalzen gleicher Fräsbreite </w:t>
      </w:r>
      <w:r w:rsidRPr="00994BBE">
        <w:rPr>
          <w:rStyle w:val="Hervorhebung"/>
          <w:b w:val="0"/>
          <w:sz w:val="22"/>
          <w:szCs w:val="22"/>
        </w:rPr>
        <w:t xml:space="preserve">mit unterschiedlichem Linienabstand in nur </w:t>
      </w:r>
      <w:r w:rsidR="00275E0A" w:rsidRPr="00994BBE">
        <w:rPr>
          <w:rStyle w:val="Hervorhebung"/>
          <w:b w:val="0"/>
          <w:sz w:val="22"/>
          <w:szCs w:val="22"/>
        </w:rPr>
        <w:t xml:space="preserve">noch </w:t>
      </w:r>
      <w:r w:rsidRPr="00994BBE">
        <w:rPr>
          <w:rStyle w:val="Hervorhebung"/>
          <w:b w:val="0"/>
          <w:sz w:val="22"/>
          <w:szCs w:val="22"/>
        </w:rPr>
        <w:t>1</w:t>
      </w:r>
      <w:r w:rsidR="00334C4D" w:rsidRPr="00994BBE">
        <w:rPr>
          <w:rStyle w:val="Hervorhebung"/>
          <w:b w:val="0"/>
          <w:sz w:val="22"/>
          <w:szCs w:val="22"/>
        </w:rPr>
        <w:t>5</w:t>
      </w:r>
      <w:r w:rsidRPr="00994BBE">
        <w:rPr>
          <w:rStyle w:val="Hervorhebung"/>
          <w:b w:val="0"/>
          <w:sz w:val="22"/>
          <w:szCs w:val="22"/>
        </w:rPr>
        <w:t xml:space="preserve"> Minuten </w:t>
      </w:r>
      <w:r w:rsidR="00DA521D" w:rsidRPr="00994BBE">
        <w:rPr>
          <w:rStyle w:val="Hervorhebung"/>
          <w:b w:val="0"/>
          <w:sz w:val="22"/>
          <w:szCs w:val="22"/>
        </w:rPr>
        <w:t xml:space="preserve">und </w:t>
      </w:r>
      <w:r w:rsidRPr="00994BBE">
        <w:rPr>
          <w:rStyle w:val="Hervorhebung"/>
          <w:b w:val="0"/>
          <w:sz w:val="22"/>
          <w:szCs w:val="22"/>
        </w:rPr>
        <w:t xml:space="preserve">ohne </w:t>
      </w:r>
      <w:r w:rsidR="0027157E" w:rsidRPr="00994BBE">
        <w:rPr>
          <w:rStyle w:val="Hervorhebung"/>
          <w:b w:val="0"/>
          <w:sz w:val="22"/>
          <w:szCs w:val="22"/>
        </w:rPr>
        <w:t xml:space="preserve">zusätzliches </w:t>
      </w:r>
      <w:r w:rsidRPr="00994BBE">
        <w:rPr>
          <w:rStyle w:val="Hervorhebung"/>
          <w:b w:val="0"/>
          <w:sz w:val="22"/>
          <w:szCs w:val="22"/>
        </w:rPr>
        <w:t xml:space="preserve">Werkzeug möglich – </w:t>
      </w:r>
      <w:r w:rsidR="0098166A" w:rsidRPr="00994BBE">
        <w:rPr>
          <w:rStyle w:val="Hervorhebung"/>
          <w:b w:val="0"/>
          <w:sz w:val="22"/>
          <w:szCs w:val="22"/>
        </w:rPr>
        <w:t xml:space="preserve">innovativ und </w:t>
      </w:r>
      <w:r w:rsidRPr="00994BBE">
        <w:rPr>
          <w:rStyle w:val="Hervorhebung"/>
          <w:b w:val="0"/>
          <w:sz w:val="22"/>
          <w:szCs w:val="22"/>
        </w:rPr>
        <w:t xml:space="preserve">einzigartig in der Branche. </w:t>
      </w:r>
    </w:p>
    <w:p w:rsidR="009366E9" w:rsidRPr="00994BBE" w:rsidRDefault="009366E9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</w:p>
    <w:p w:rsidR="00BE6F0D" w:rsidRPr="00994BBE" w:rsidRDefault="00336631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 w:rsidRPr="00994BBE">
        <w:rPr>
          <w:rStyle w:val="Hervorhebung"/>
          <w:b w:val="0"/>
          <w:sz w:val="22"/>
          <w:szCs w:val="22"/>
        </w:rPr>
        <w:t xml:space="preserve">Zunächst schwenkt die Seitentür hydraulisch auf. Die Fräswalze ist mit einer Zentralschraube befestigt. Daran wird ein mitgeliefertes Lösewerkzeug positioniert und die Schraube auf Knopfdruck mittels der </w:t>
      </w:r>
      <w:r w:rsidR="003D1CBC" w:rsidRPr="00994BBE">
        <w:rPr>
          <w:rStyle w:val="Hervorhebung"/>
          <w:b w:val="0"/>
          <w:sz w:val="22"/>
          <w:szCs w:val="22"/>
        </w:rPr>
        <w:t>Fräswa</w:t>
      </w:r>
      <w:r w:rsidRPr="00994BBE">
        <w:rPr>
          <w:rStyle w:val="Hervorhebung"/>
          <w:b w:val="0"/>
          <w:sz w:val="22"/>
          <w:szCs w:val="22"/>
        </w:rPr>
        <w:t>lzendrehvorrichtung gelöst. Anschließend muss der Bediener nur noch die Schraube entfernen und die Fräswalze herausziehen.</w:t>
      </w:r>
      <w:r w:rsidR="00B34267" w:rsidRPr="00994BBE">
        <w:rPr>
          <w:rStyle w:val="Hervorhebung"/>
          <w:b w:val="0"/>
          <w:sz w:val="22"/>
          <w:szCs w:val="22"/>
        </w:rPr>
        <w:t xml:space="preserve"> </w:t>
      </w:r>
    </w:p>
    <w:p w:rsidR="00FB37D6" w:rsidRPr="00994BBE" w:rsidRDefault="00FB37D6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</w:p>
    <w:p w:rsidR="0084776D" w:rsidRPr="00994BBE" w:rsidRDefault="00336631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 w:rsidRPr="00994BBE">
        <w:rPr>
          <w:rStyle w:val="Hervorhebung"/>
          <w:b w:val="0"/>
          <w:sz w:val="22"/>
          <w:szCs w:val="22"/>
        </w:rPr>
        <w:t>Der vereinfachte Austausch anwendungsspezifischer Fräswalzen mit unterschiedlichem Linienabstand hat viele Vorteile.</w:t>
      </w:r>
      <w:r w:rsidR="00130765" w:rsidRPr="00994BBE">
        <w:rPr>
          <w:rStyle w:val="Hervorhebung"/>
          <w:b w:val="0"/>
          <w:sz w:val="22"/>
          <w:szCs w:val="22"/>
        </w:rPr>
        <w:t xml:space="preserve"> </w:t>
      </w:r>
      <w:r w:rsidRPr="00994BBE">
        <w:rPr>
          <w:rStyle w:val="Hervorhebung"/>
          <w:b w:val="0"/>
          <w:sz w:val="22"/>
          <w:szCs w:val="22"/>
        </w:rPr>
        <w:t>So steigert er nicht nur die Maschinenproduktivität. Der Wechsel auf eine für den Einsatz optimal geeignete Fräswalze</w:t>
      </w:r>
      <w:r w:rsidR="00130765" w:rsidRPr="00994BBE">
        <w:rPr>
          <w:rStyle w:val="Hervorhebung"/>
          <w:b w:val="0"/>
          <w:sz w:val="22"/>
          <w:szCs w:val="22"/>
        </w:rPr>
        <w:t xml:space="preserve"> </w:t>
      </w:r>
      <w:r w:rsidRPr="00994BBE">
        <w:rPr>
          <w:rStyle w:val="Hervorhebung"/>
          <w:b w:val="0"/>
          <w:sz w:val="22"/>
          <w:szCs w:val="22"/>
        </w:rPr>
        <w:t xml:space="preserve">reduziert auch die Verschleißkosten deutlich. Darüber hinaus können </w:t>
      </w:r>
      <w:r w:rsidR="003D1CBC" w:rsidRPr="00994BBE">
        <w:rPr>
          <w:rStyle w:val="Hervorhebung"/>
          <w:b w:val="0"/>
          <w:sz w:val="22"/>
          <w:szCs w:val="22"/>
        </w:rPr>
        <w:t>Wirtgen</w:t>
      </w:r>
      <w:r w:rsidRPr="00994BBE">
        <w:rPr>
          <w:rStyle w:val="Hervorhebung"/>
          <w:b w:val="0"/>
          <w:sz w:val="22"/>
          <w:szCs w:val="22"/>
        </w:rPr>
        <w:t xml:space="preserve"> Kunden schnell und flexibel auf </w:t>
      </w:r>
      <w:r w:rsidR="004F590A" w:rsidRPr="00994BBE">
        <w:rPr>
          <w:rStyle w:val="Hervorhebung"/>
          <w:b w:val="0"/>
          <w:sz w:val="22"/>
          <w:szCs w:val="22"/>
        </w:rPr>
        <w:t>wechselnde</w:t>
      </w:r>
      <w:r w:rsidRPr="00994BBE">
        <w:rPr>
          <w:rStyle w:val="Hervorhebung"/>
          <w:b w:val="0"/>
          <w:sz w:val="22"/>
          <w:szCs w:val="22"/>
        </w:rPr>
        <w:t xml:space="preserve"> Anforderungen im Tagesgeschäft reagieren.</w:t>
      </w:r>
      <w:r w:rsidR="000322A9" w:rsidRPr="00994BBE">
        <w:rPr>
          <w:rStyle w:val="Hervorhebung"/>
          <w:b w:val="0"/>
          <w:sz w:val="22"/>
          <w:szCs w:val="22"/>
        </w:rPr>
        <w:t xml:space="preserve"> </w:t>
      </w:r>
      <w:r w:rsidR="0084776D" w:rsidRPr="00994BBE">
        <w:rPr>
          <w:rStyle w:val="Hervorhebung"/>
          <w:b w:val="0"/>
          <w:sz w:val="22"/>
          <w:szCs w:val="22"/>
        </w:rPr>
        <w:t xml:space="preserve"> </w:t>
      </w:r>
    </w:p>
    <w:p w:rsidR="0084776D" w:rsidRPr="00994BBE" w:rsidRDefault="0084776D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</w:p>
    <w:p w:rsidR="00801D12" w:rsidRPr="00994BBE" w:rsidRDefault="00571427" w:rsidP="000D5D0C">
      <w:pPr>
        <w:spacing w:line="276" w:lineRule="auto"/>
        <w:jc w:val="both"/>
        <w:rPr>
          <w:rStyle w:val="Hervorhebung"/>
          <w:b w:val="0"/>
          <w:i/>
          <w:sz w:val="22"/>
          <w:szCs w:val="22"/>
        </w:rPr>
      </w:pPr>
      <w:r w:rsidRPr="00994BBE">
        <w:rPr>
          <w:rStyle w:val="Hervorhebung"/>
          <w:b w:val="0"/>
          <w:i/>
          <w:sz w:val="22"/>
          <w:szCs w:val="22"/>
        </w:rPr>
        <w:t xml:space="preserve">Wechsel des gesamten </w:t>
      </w:r>
      <w:r w:rsidR="00801D12" w:rsidRPr="00994BBE">
        <w:rPr>
          <w:rStyle w:val="Hervorhebung"/>
          <w:b w:val="0"/>
          <w:i/>
          <w:sz w:val="22"/>
          <w:szCs w:val="22"/>
        </w:rPr>
        <w:t>Fräsaggregat</w:t>
      </w:r>
      <w:r w:rsidRPr="00994BBE">
        <w:rPr>
          <w:rStyle w:val="Hervorhebung"/>
          <w:b w:val="0"/>
          <w:i/>
          <w:sz w:val="22"/>
          <w:szCs w:val="22"/>
        </w:rPr>
        <w:t>s</w:t>
      </w:r>
      <w:r w:rsidR="007B2983" w:rsidRPr="00994BBE">
        <w:t xml:space="preserve"> </w:t>
      </w:r>
      <w:r w:rsidR="007B2983" w:rsidRPr="00994BBE">
        <w:rPr>
          <w:rStyle w:val="Hervorhebung"/>
          <w:b w:val="0"/>
          <w:i/>
          <w:sz w:val="22"/>
          <w:szCs w:val="22"/>
        </w:rPr>
        <w:t xml:space="preserve">in </w:t>
      </w:r>
      <w:r w:rsidR="00811624" w:rsidRPr="00994BBE">
        <w:rPr>
          <w:rStyle w:val="Hervorhebung"/>
          <w:b w:val="0"/>
          <w:i/>
          <w:sz w:val="22"/>
          <w:szCs w:val="22"/>
        </w:rPr>
        <w:t>nur</w:t>
      </w:r>
      <w:r w:rsidR="00BB2E8D" w:rsidRPr="00994BBE">
        <w:rPr>
          <w:rStyle w:val="Hervorhebung"/>
          <w:b w:val="0"/>
          <w:i/>
          <w:sz w:val="22"/>
          <w:szCs w:val="22"/>
        </w:rPr>
        <w:t xml:space="preserve"> 1 Stunde</w:t>
      </w:r>
    </w:p>
    <w:p w:rsidR="009263E6" w:rsidRPr="00994BBE" w:rsidRDefault="000D5D0C" w:rsidP="000D5D0C">
      <w:pPr>
        <w:spacing w:line="276" w:lineRule="auto"/>
        <w:jc w:val="both"/>
        <w:rPr>
          <w:rStyle w:val="Hervorhebung"/>
          <w:b w:val="0"/>
          <w:sz w:val="22"/>
          <w:szCs w:val="22"/>
        </w:rPr>
      </w:pPr>
      <w:r w:rsidRPr="00994BBE">
        <w:rPr>
          <w:rStyle w:val="Hervorhebung"/>
          <w:b w:val="0"/>
          <w:sz w:val="22"/>
          <w:szCs w:val="22"/>
        </w:rPr>
        <w:t xml:space="preserve">Durch </w:t>
      </w:r>
      <w:r w:rsidR="000322A9" w:rsidRPr="00994BBE">
        <w:rPr>
          <w:rStyle w:val="Hervorhebung"/>
          <w:b w:val="0"/>
          <w:sz w:val="22"/>
          <w:szCs w:val="22"/>
        </w:rPr>
        <w:t>das</w:t>
      </w:r>
      <w:r w:rsidRPr="00994BBE">
        <w:rPr>
          <w:rStyle w:val="Hervorhebung"/>
          <w:b w:val="0"/>
          <w:sz w:val="22"/>
          <w:szCs w:val="22"/>
        </w:rPr>
        <w:t xml:space="preserve"> </w:t>
      </w:r>
      <w:r w:rsidR="000322A9" w:rsidRPr="00994BBE">
        <w:rPr>
          <w:rStyle w:val="Hervorhebung"/>
          <w:b w:val="0"/>
          <w:sz w:val="22"/>
          <w:szCs w:val="22"/>
        </w:rPr>
        <w:t xml:space="preserve">ebenfalls </w:t>
      </w:r>
      <w:r w:rsidRPr="00994BBE">
        <w:rPr>
          <w:rStyle w:val="Hervorhebung"/>
          <w:b w:val="0"/>
          <w:sz w:val="22"/>
          <w:szCs w:val="22"/>
        </w:rPr>
        <w:t xml:space="preserve">neue Schnellwechsel-Fräsaggregat können </w:t>
      </w:r>
      <w:r w:rsidR="00142946" w:rsidRPr="00994BBE">
        <w:rPr>
          <w:rStyle w:val="Hervorhebung"/>
          <w:b w:val="0"/>
          <w:sz w:val="22"/>
          <w:szCs w:val="22"/>
        </w:rPr>
        <w:t xml:space="preserve">bei der W 200 F </w:t>
      </w:r>
      <w:r w:rsidR="00F45F8A" w:rsidRPr="00994BBE">
        <w:rPr>
          <w:rStyle w:val="Hervorhebung"/>
          <w:b w:val="0"/>
          <w:sz w:val="22"/>
          <w:szCs w:val="22"/>
        </w:rPr>
        <w:t>auch</w:t>
      </w:r>
      <w:r w:rsidRPr="00994BBE">
        <w:rPr>
          <w:rStyle w:val="Hervorhebung"/>
          <w:b w:val="0"/>
          <w:sz w:val="22"/>
          <w:szCs w:val="22"/>
        </w:rPr>
        <w:t xml:space="preserve"> </w:t>
      </w:r>
      <w:r w:rsidR="007B2983" w:rsidRPr="00994BBE">
        <w:rPr>
          <w:rStyle w:val="Hervorhebung"/>
          <w:b w:val="0"/>
          <w:sz w:val="22"/>
          <w:szCs w:val="22"/>
        </w:rPr>
        <w:t xml:space="preserve">Fräsaggregate </w:t>
      </w:r>
      <w:r w:rsidR="009263E6" w:rsidRPr="00994BBE">
        <w:rPr>
          <w:rStyle w:val="Hervorhebung"/>
          <w:b w:val="0"/>
          <w:sz w:val="22"/>
          <w:szCs w:val="22"/>
        </w:rPr>
        <w:t xml:space="preserve">mit unterschiedlichen Fräsbreiten </w:t>
      </w:r>
      <w:r w:rsidR="00142946" w:rsidRPr="00994BBE">
        <w:rPr>
          <w:rStyle w:val="Hervorhebung"/>
          <w:b w:val="0"/>
          <w:sz w:val="22"/>
          <w:szCs w:val="22"/>
        </w:rPr>
        <w:t xml:space="preserve">von </w:t>
      </w:r>
      <w:bookmarkStart w:id="0" w:name="_GoBack"/>
      <w:bookmarkEnd w:id="0"/>
      <w:r w:rsidR="009263E6" w:rsidRPr="00994BBE">
        <w:rPr>
          <w:rStyle w:val="Hervorhebung"/>
          <w:b w:val="0"/>
          <w:sz w:val="22"/>
          <w:szCs w:val="22"/>
        </w:rPr>
        <w:t xml:space="preserve">2,0 m oder 2,2 m </w:t>
      </w:r>
      <w:r w:rsidR="00811624" w:rsidRPr="00994BBE">
        <w:rPr>
          <w:rStyle w:val="Hervorhebung"/>
          <w:b w:val="0"/>
          <w:sz w:val="22"/>
          <w:szCs w:val="22"/>
        </w:rPr>
        <w:t>genutzt werden. D</w:t>
      </w:r>
      <w:r w:rsidR="00C135B6" w:rsidRPr="00994BBE">
        <w:rPr>
          <w:rStyle w:val="Hervorhebung"/>
          <w:b w:val="0"/>
          <w:sz w:val="22"/>
          <w:szCs w:val="22"/>
        </w:rPr>
        <w:t>as</w:t>
      </w:r>
      <w:r w:rsidR="00811624" w:rsidRPr="00994BBE">
        <w:rPr>
          <w:rStyle w:val="Hervorhebung"/>
          <w:b w:val="0"/>
          <w:sz w:val="22"/>
          <w:szCs w:val="22"/>
        </w:rPr>
        <w:t xml:space="preserve"> komplett vormontierte</w:t>
      </w:r>
      <w:r w:rsidR="00C135B6" w:rsidRPr="00994BBE">
        <w:rPr>
          <w:rStyle w:val="Hervorhebung"/>
          <w:b w:val="0"/>
          <w:sz w:val="22"/>
          <w:szCs w:val="22"/>
        </w:rPr>
        <w:t xml:space="preserve"> Fräsaggregat</w:t>
      </w:r>
      <w:r w:rsidR="00811624" w:rsidRPr="00994BBE">
        <w:rPr>
          <w:rStyle w:val="Hervorhebung"/>
          <w:b w:val="0"/>
          <w:sz w:val="22"/>
          <w:szCs w:val="22"/>
        </w:rPr>
        <w:t xml:space="preserve"> </w:t>
      </w:r>
      <w:r w:rsidR="00C135B6" w:rsidRPr="00994BBE">
        <w:rPr>
          <w:rStyle w:val="Hervorhebung"/>
          <w:b w:val="0"/>
          <w:sz w:val="22"/>
          <w:szCs w:val="22"/>
        </w:rPr>
        <w:t xml:space="preserve">lässt sich </w:t>
      </w:r>
      <w:r w:rsidR="007B2983" w:rsidRPr="00994BBE">
        <w:rPr>
          <w:rStyle w:val="Hervorhebung"/>
          <w:b w:val="0"/>
          <w:sz w:val="22"/>
          <w:szCs w:val="22"/>
        </w:rPr>
        <w:t xml:space="preserve">in nur einer Stunde </w:t>
      </w:r>
      <w:r w:rsidR="00C135B6" w:rsidRPr="00994BBE">
        <w:rPr>
          <w:rStyle w:val="Hervorhebung"/>
          <w:b w:val="0"/>
          <w:sz w:val="22"/>
          <w:szCs w:val="22"/>
        </w:rPr>
        <w:t>auswechseln</w:t>
      </w:r>
      <w:r w:rsidR="007B2983" w:rsidRPr="00994BBE">
        <w:rPr>
          <w:rStyle w:val="Hervorhebung"/>
          <w:b w:val="0"/>
          <w:sz w:val="22"/>
          <w:szCs w:val="22"/>
        </w:rPr>
        <w:t xml:space="preserve">. </w:t>
      </w:r>
    </w:p>
    <w:p w:rsidR="006B0D29" w:rsidRPr="00994BBE" w:rsidRDefault="006B0D29">
      <w:pPr>
        <w:rPr>
          <w:rFonts w:ascii="Verdana" w:eastAsia="Calibri" w:hAnsi="Verdana" w:cs="Times New Roman"/>
          <w:b/>
          <w:sz w:val="22"/>
          <w:szCs w:val="22"/>
        </w:rPr>
      </w:pPr>
    </w:p>
    <w:p w:rsidR="00EA3C2E" w:rsidRPr="00994BBE" w:rsidRDefault="00EA3C2E">
      <w:pPr>
        <w:rPr>
          <w:rFonts w:ascii="Verdana" w:eastAsia="Calibri" w:hAnsi="Verdana" w:cs="Times New Roman"/>
          <w:b/>
          <w:sz w:val="22"/>
          <w:szCs w:val="22"/>
        </w:rPr>
      </w:pPr>
    </w:p>
    <w:p w:rsidR="00897221" w:rsidRPr="00994BBE" w:rsidRDefault="00897221">
      <w:pPr>
        <w:rPr>
          <w:rFonts w:ascii="Verdana" w:eastAsia="Calibri" w:hAnsi="Verdana" w:cs="Times New Roman"/>
          <w:b/>
          <w:sz w:val="22"/>
          <w:szCs w:val="22"/>
        </w:rPr>
      </w:pPr>
      <w:r w:rsidRPr="00994BBE">
        <w:rPr>
          <w:rFonts w:ascii="Verdana" w:eastAsia="Calibri" w:hAnsi="Verdana" w:cs="Times New Roman"/>
          <w:caps/>
          <w:szCs w:val="22"/>
        </w:rPr>
        <w:br w:type="page"/>
      </w:r>
    </w:p>
    <w:p w:rsidR="00D166AC" w:rsidRPr="00994BBE" w:rsidRDefault="002844EF" w:rsidP="00C644CA">
      <w:pPr>
        <w:pStyle w:val="HeadlineFotos"/>
      </w:pPr>
      <w:r w:rsidRPr="00994BBE">
        <w:rPr>
          <w:rFonts w:ascii="Verdana" w:eastAsia="Calibri" w:hAnsi="Verdana" w:cs="Times New Roman"/>
          <w:caps w:val="0"/>
          <w:szCs w:val="22"/>
        </w:rPr>
        <w:lastRenderedPageBreak/>
        <w:t>Fotos</w:t>
      </w:r>
      <w:r w:rsidR="00D166AC" w:rsidRPr="00994BBE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23"/>
        <w:gridCol w:w="4701"/>
      </w:tblGrid>
      <w:tr w:rsidR="00D166AC" w:rsidRPr="00994BBE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994BBE" w:rsidRDefault="00D166AC" w:rsidP="00D166AC">
            <w:r w:rsidRPr="00994BBE">
              <w:rPr>
                <w:noProof/>
                <w:lang w:eastAsia="zh-CN"/>
              </w:rPr>
              <w:drawing>
                <wp:inline distT="0" distB="0" distL="0" distR="0" wp14:anchorId="025AF8DE" wp14:editId="770A099A">
                  <wp:extent cx="2621333" cy="1778918"/>
                  <wp:effectExtent l="0" t="0" r="762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333" cy="1778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Pr="00994BBE" w:rsidRDefault="00960960" w:rsidP="0014683F">
            <w:pPr>
              <w:pStyle w:val="berschrift3"/>
              <w:outlineLvl w:val="2"/>
            </w:pPr>
            <w:r w:rsidRPr="00994BBE">
              <w:t>W_composing_W200F_00001_HI</w:t>
            </w:r>
          </w:p>
          <w:p w:rsidR="00B7716B" w:rsidRPr="00994BBE" w:rsidRDefault="00CA3444" w:rsidP="003735B2">
            <w:pPr>
              <w:pStyle w:val="Text"/>
              <w:spacing w:line="276" w:lineRule="auto"/>
              <w:jc w:val="left"/>
              <w:rPr>
                <w:sz w:val="20"/>
              </w:rPr>
            </w:pPr>
            <w:r w:rsidRPr="003735B2">
              <w:rPr>
                <w:sz w:val="20"/>
              </w:rPr>
              <w:t xml:space="preserve">Die innovative Maschinensteuerung </w:t>
            </w:r>
            <w:r w:rsidR="002F7EB7" w:rsidRPr="003735B2">
              <w:rPr>
                <w:sz w:val="20"/>
              </w:rPr>
              <w:t xml:space="preserve">Wirtgen </w:t>
            </w:r>
            <w:r w:rsidRPr="003735B2">
              <w:rPr>
                <w:sz w:val="20"/>
              </w:rPr>
              <w:t xml:space="preserve">MILL ASSIST ermöglicht im Automatikbetrieb </w:t>
            </w:r>
            <w:r w:rsidR="00D36EB8" w:rsidRPr="003735B2">
              <w:rPr>
                <w:sz w:val="20"/>
              </w:rPr>
              <w:t xml:space="preserve">den </w:t>
            </w:r>
            <w:r w:rsidRPr="003735B2">
              <w:rPr>
                <w:sz w:val="20"/>
              </w:rPr>
              <w:t>effizienten Maschineneinsatz bei hoher Leistung und einfacher Bedienung.</w:t>
            </w:r>
          </w:p>
        </w:tc>
      </w:tr>
    </w:tbl>
    <w:p w:rsidR="00D166AC" w:rsidRPr="00994BBE" w:rsidRDefault="00D166A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877"/>
        <w:gridCol w:w="4647"/>
      </w:tblGrid>
      <w:tr w:rsidR="00C502C7" w:rsidRPr="00994BBE" w:rsidTr="006A0E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51" w:type="dxa"/>
            <w:tcBorders>
              <w:right w:val="single" w:sz="4" w:space="0" w:color="auto"/>
            </w:tcBorders>
          </w:tcPr>
          <w:p w:rsidR="00C502C7" w:rsidRPr="00994BBE" w:rsidRDefault="00C502C7" w:rsidP="006A0EF5">
            <w:r w:rsidRPr="00994BBE">
              <w:br w:type="page"/>
            </w:r>
            <w:r w:rsidRPr="00994BBE">
              <w:rPr>
                <w:noProof/>
                <w:lang w:eastAsia="zh-CN"/>
              </w:rPr>
              <w:drawing>
                <wp:inline distT="0" distB="0" distL="0" distR="0" wp14:anchorId="1FA897E2" wp14:editId="21D76C34">
                  <wp:extent cx="2668628" cy="1976575"/>
                  <wp:effectExtent l="0" t="0" r="0" b="5080"/>
                  <wp:docPr id="15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628" cy="197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1" w:type="dxa"/>
          </w:tcPr>
          <w:p w:rsidR="00C502C7" w:rsidRPr="00994BBE" w:rsidRDefault="007B3D4C" w:rsidP="006A0EF5">
            <w:pPr>
              <w:pStyle w:val="berschrift3"/>
              <w:outlineLvl w:val="2"/>
            </w:pPr>
            <w:r w:rsidRPr="00994BBE">
              <w:t>W_graphic_W200F_00008_HI</w:t>
            </w:r>
          </w:p>
          <w:p w:rsidR="00C502C7" w:rsidRPr="00994BBE" w:rsidRDefault="00C502C7" w:rsidP="006A0EF5">
            <w:pPr>
              <w:pStyle w:val="Text"/>
              <w:jc w:val="left"/>
              <w:rPr>
                <w:sz w:val="20"/>
              </w:rPr>
            </w:pPr>
            <w:r w:rsidRPr="00994BBE">
              <w:rPr>
                <w:sz w:val="20"/>
              </w:rPr>
              <w:t xml:space="preserve">Einfacher Wechsel: Dank </w:t>
            </w:r>
            <w:r w:rsidR="00FB37D6" w:rsidRPr="00994BBE">
              <w:rPr>
                <w:sz w:val="20"/>
              </w:rPr>
              <w:t xml:space="preserve">des </w:t>
            </w:r>
            <w:r w:rsidRPr="00994BBE">
              <w:rPr>
                <w:sz w:val="20"/>
              </w:rPr>
              <w:t>neue</w:t>
            </w:r>
            <w:r w:rsidR="00FB37D6" w:rsidRPr="00994BBE">
              <w:rPr>
                <w:sz w:val="20"/>
              </w:rPr>
              <w:t>n</w:t>
            </w:r>
            <w:r w:rsidRPr="00994BBE">
              <w:rPr>
                <w:sz w:val="20"/>
              </w:rPr>
              <w:t xml:space="preserve"> </w:t>
            </w:r>
            <w:r w:rsidR="0009767F" w:rsidRPr="00994BBE">
              <w:rPr>
                <w:sz w:val="20"/>
              </w:rPr>
              <w:t xml:space="preserve">Wirtgen </w:t>
            </w:r>
            <w:r w:rsidRPr="00994BBE">
              <w:rPr>
                <w:sz w:val="20"/>
              </w:rPr>
              <w:t>Multiple Cutting System</w:t>
            </w:r>
            <w:r w:rsidR="00FB37D6" w:rsidRPr="00994BBE">
              <w:rPr>
                <w:sz w:val="20"/>
              </w:rPr>
              <w:t>s</w:t>
            </w:r>
            <w:r w:rsidRPr="00994BBE">
              <w:rPr>
                <w:sz w:val="20"/>
              </w:rPr>
              <w:t xml:space="preserve"> erfolgt der Fräswalzenwechsel in nur noch 1</w:t>
            </w:r>
            <w:r w:rsidR="00483535" w:rsidRPr="00994BBE">
              <w:rPr>
                <w:sz w:val="20"/>
              </w:rPr>
              <w:t>5</w:t>
            </w:r>
            <w:r w:rsidRPr="00994BBE">
              <w:rPr>
                <w:sz w:val="20"/>
              </w:rPr>
              <w:t xml:space="preserve"> Minuten.</w:t>
            </w:r>
          </w:p>
          <w:p w:rsidR="00C502C7" w:rsidRPr="00994BBE" w:rsidRDefault="00C502C7" w:rsidP="006A0EF5">
            <w:pPr>
              <w:pStyle w:val="Text"/>
              <w:jc w:val="left"/>
              <w:rPr>
                <w:sz w:val="20"/>
              </w:rPr>
            </w:pPr>
          </w:p>
        </w:tc>
      </w:tr>
    </w:tbl>
    <w:p w:rsidR="00C502C7" w:rsidRPr="00994BBE" w:rsidRDefault="00C502C7" w:rsidP="00C03396">
      <w:pPr>
        <w:pStyle w:val="Text"/>
      </w:pPr>
    </w:p>
    <w:p w:rsidR="00C03396" w:rsidRPr="00994BBE" w:rsidRDefault="00C03396" w:rsidP="00C03396">
      <w:pPr>
        <w:pStyle w:val="Text"/>
      </w:pPr>
      <w:r w:rsidRPr="00994BBE">
        <w:rPr>
          <w:i/>
          <w:u w:val="single"/>
        </w:rPr>
        <w:t>Hinweis:</w:t>
      </w:r>
      <w:r w:rsidRPr="00994BBE">
        <w:rPr>
          <w:i/>
        </w:rPr>
        <w:t xml:space="preserve"> Diese Fotos dienen lediglich der Voransicht. Für den Abdruck in den Publikationen nutzen Sie bitte die Fotos in 300 dpi-Auflösung, die auf den Webseiten der Wirtgen GmbH /Wirtgen Group als Download zur Verfügung stehen.</w:t>
      </w:r>
    </w:p>
    <w:p w:rsidR="00C03396" w:rsidRPr="00994BBE" w:rsidRDefault="00C03396" w:rsidP="00D166A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2844EF" w:rsidRPr="00994BBE" w:rsidRDefault="002844EF" w:rsidP="0034191A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 w:rsidRPr="00994BBE">
              <w:rPr>
                <w:rFonts w:ascii="Verdana" w:eastAsia="Calibri" w:hAnsi="Verdana" w:cs="Times New Roman"/>
                <w:caps w:val="0"/>
                <w:szCs w:val="22"/>
              </w:rPr>
              <w:t xml:space="preserve">Weitere Informationen </w:t>
            </w:r>
          </w:p>
          <w:p w:rsidR="00D166AC" w:rsidRPr="00994BBE" w:rsidRDefault="002844EF" w:rsidP="0034191A">
            <w:pPr>
              <w:pStyle w:val="HeadlineKontakte"/>
            </w:pPr>
            <w:r w:rsidRPr="00994BBE">
              <w:rPr>
                <w:rFonts w:ascii="Verdana" w:eastAsia="Calibri" w:hAnsi="Verdana" w:cs="Times New Roman"/>
                <w:caps w:val="0"/>
                <w:szCs w:val="22"/>
              </w:rPr>
              <w:t>erhalten Sie bei</w:t>
            </w:r>
            <w:r w:rsidR="0034191A" w:rsidRPr="00994BBE">
              <w:t>:</w:t>
            </w:r>
          </w:p>
          <w:p w:rsidR="008D4AE7" w:rsidRPr="0077499F" w:rsidRDefault="008D4AE7" w:rsidP="008D4AE7">
            <w:pPr>
              <w:pStyle w:val="Text"/>
              <w:rPr>
                <w:lang w:val="en-US"/>
              </w:rPr>
            </w:pPr>
            <w:r w:rsidRPr="0077499F">
              <w:rPr>
                <w:lang w:val="en-US"/>
              </w:rPr>
              <w:t>WIRTGEN GmbH</w:t>
            </w:r>
          </w:p>
          <w:p w:rsidR="008D4AE7" w:rsidRPr="0077499F" w:rsidRDefault="008D4AE7" w:rsidP="008D4AE7">
            <w:pPr>
              <w:pStyle w:val="Text"/>
              <w:rPr>
                <w:lang w:val="en-US"/>
              </w:rPr>
            </w:pPr>
            <w:r w:rsidRPr="0077499F">
              <w:rPr>
                <w:lang w:val="en-US"/>
              </w:rPr>
              <w:t>Corporate Communications</w:t>
            </w:r>
          </w:p>
          <w:p w:rsidR="008D4AE7" w:rsidRPr="0077499F" w:rsidRDefault="008D4AE7" w:rsidP="008D4AE7">
            <w:pPr>
              <w:pStyle w:val="Text"/>
              <w:rPr>
                <w:lang w:val="en-US"/>
              </w:rPr>
            </w:pPr>
            <w:r w:rsidRPr="0077499F">
              <w:rPr>
                <w:lang w:val="en-US"/>
              </w:rPr>
              <w:t>Michaela Adams, Mario Linnemann</w:t>
            </w:r>
          </w:p>
          <w:p w:rsidR="008D4AE7" w:rsidRPr="00994BBE" w:rsidRDefault="008D4AE7" w:rsidP="008D4AE7">
            <w:pPr>
              <w:pStyle w:val="Text"/>
            </w:pPr>
            <w:r w:rsidRPr="00994BBE">
              <w:t>Reinhard-Wirtgen-Straße 2</w:t>
            </w:r>
          </w:p>
          <w:p w:rsidR="008D4AE7" w:rsidRPr="00994BBE" w:rsidRDefault="008D4AE7" w:rsidP="008D4AE7">
            <w:pPr>
              <w:pStyle w:val="Text"/>
            </w:pPr>
            <w:r w:rsidRPr="00994BBE">
              <w:t>53578 Windhagen</w:t>
            </w:r>
          </w:p>
          <w:p w:rsidR="008D4AE7" w:rsidRPr="00994BBE" w:rsidRDefault="008D4AE7" w:rsidP="008D4AE7">
            <w:pPr>
              <w:pStyle w:val="Text"/>
            </w:pPr>
            <w:r w:rsidRPr="00994BBE">
              <w:t>Deutschland</w:t>
            </w:r>
          </w:p>
          <w:p w:rsidR="008D4AE7" w:rsidRPr="00994BBE" w:rsidRDefault="008D4AE7" w:rsidP="008D4AE7">
            <w:pPr>
              <w:pStyle w:val="Text"/>
            </w:pPr>
          </w:p>
          <w:p w:rsidR="008D4AE7" w:rsidRPr="00994BBE" w:rsidRDefault="008D4AE7" w:rsidP="008D4AE7">
            <w:pPr>
              <w:pStyle w:val="Text"/>
            </w:pPr>
            <w:r w:rsidRPr="00994BBE">
              <w:t xml:space="preserve">Telefon: +49 (0) 2645 131 – </w:t>
            </w:r>
            <w:r w:rsidR="00FB65B6">
              <w:t>3178</w:t>
            </w:r>
          </w:p>
          <w:p w:rsidR="008D4AE7" w:rsidRPr="00C13DE0" w:rsidRDefault="008D4AE7" w:rsidP="008D4AE7">
            <w:pPr>
              <w:pStyle w:val="Text"/>
            </w:pPr>
            <w:r w:rsidRPr="00C13DE0">
              <w:t>Telefax: +49 (0) 2645 131 – 499</w:t>
            </w:r>
          </w:p>
          <w:p w:rsidR="008D4AE7" w:rsidRPr="00C13DE0" w:rsidRDefault="00D24067" w:rsidP="008D4AE7">
            <w:pPr>
              <w:pStyle w:val="Text"/>
            </w:pPr>
            <w:r w:rsidRPr="00C13DE0">
              <w:t>E-M</w:t>
            </w:r>
            <w:r w:rsidR="008D4AE7" w:rsidRPr="00C13DE0">
              <w:t>ail: presse@wirtgen.com</w:t>
            </w:r>
          </w:p>
          <w:p w:rsidR="00D166AC" w:rsidRPr="00D166AC" w:rsidRDefault="008D4AE7" w:rsidP="008D4AE7">
            <w:pPr>
              <w:pStyle w:val="Text"/>
            </w:pPr>
            <w:r w:rsidRPr="00994BBE"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F7D" w:rsidRDefault="00BE6F7D" w:rsidP="00E55534">
      <w:r>
        <w:separator/>
      </w:r>
    </w:p>
  </w:endnote>
  <w:endnote w:type="continuationSeparator" w:id="0">
    <w:p w:rsidR="00BE6F7D" w:rsidRDefault="00BE6F7D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C13DE0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zh-CN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5F83981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zh-CN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98AC81A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F7D" w:rsidRDefault="00BE6F7D" w:rsidP="00E55534">
      <w:r>
        <w:separator/>
      </w:r>
    </w:p>
  </w:footnote>
  <w:footnote w:type="continuationSeparator" w:id="0">
    <w:p w:rsidR="00BE6F7D" w:rsidRDefault="00BE6F7D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eastAsia="zh-CN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zh-CN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eastAsia="zh-CN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A844954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zh-CN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E2DDF82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zh-CN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zh-CN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500.75pt;height:1500.75pt" o:bullet="t">
        <v:imagedata r:id="rId1" o:title="AZ_04a"/>
      </v:shape>
    </w:pict>
  </w:numPicBullet>
  <w:numPicBullet w:numPicBulletId="1">
    <w:pict>
      <v:shape id="_x0000_i1036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33E"/>
    <w:rsid w:val="00001B24"/>
    <w:rsid w:val="00001C00"/>
    <w:rsid w:val="00001FFB"/>
    <w:rsid w:val="00003829"/>
    <w:rsid w:val="000063FA"/>
    <w:rsid w:val="00011A7D"/>
    <w:rsid w:val="0001363F"/>
    <w:rsid w:val="0001616B"/>
    <w:rsid w:val="00020154"/>
    <w:rsid w:val="0002229E"/>
    <w:rsid w:val="0002384F"/>
    <w:rsid w:val="00024249"/>
    <w:rsid w:val="00031BC6"/>
    <w:rsid w:val="000322A9"/>
    <w:rsid w:val="000346C2"/>
    <w:rsid w:val="00036CC6"/>
    <w:rsid w:val="00036DA3"/>
    <w:rsid w:val="0004015E"/>
    <w:rsid w:val="00040CE3"/>
    <w:rsid w:val="00041FE2"/>
    <w:rsid w:val="00042106"/>
    <w:rsid w:val="00043814"/>
    <w:rsid w:val="0004597A"/>
    <w:rsid w:val="00046EAF"/>
    <w:rsid w:val="00047CC5"/>
    <w:rsid w:val="0005285B"/>
    <w:rsid w:val="00053976"/>
    <w:rsid w:val="00053ACA"/>
    <w:rsid w:val="00060D5D"/>
    <w:rsid w:val="00066D09"/>
    <w:rsid w:val="00066E23"/>
    <w:rsid w:val="000701CF"/>
    <w:rsid w:val="00073A4A"/>
    <w:rsid w:val="00077AE1"/>
    <w:rsid w:val="00084615"/>
    <w:rsid w:val="00090B9E"/>
    <w:rsid w:val="000939F6"/>
    <w:rsid w:val="000957D2"/>
    <w:rsid w:val="0009665C"/>
    <w:rsid w:val="0009767F"/>
    <w:rsid w:val="000A6F82"/>
    <w:rsid w:val="000B5304"/>
    <w:rsid w:val="000C2D16"/>
    <w:rsid w:val="000C6C99"/>
    <w:rsid w:val="000D2E18"/>
    <w:rsid w:val="000D3EC7"/>
    <w:rsid w:val="000D4774"/>
    <w:rsid w:val="000D5D0C"/>
    <w:rsid w:val="000D6A3D"/>
    <w:rsid w:val="000E2697"/>
    <w:rsid w:val="000E649D"/>
    <w:rsid w:val="000E78EE"/>
    <w:rsid w:val="000F0170"/>
    <w:rsid w:val="000F1154"/>
    <w:rsid w:val="000F3579"/>
    <w:rsid w:val="000F6515"/>
    <w:rsid w:val="0010075A"/>
    <w:rsid w:val="00101904"/>
    <w:rsid w:val="00103100"/>
    <w:rsid w:val="00103205"/>
    <w:rsid w:val="001043D2"/>
    <w:rsid w:val="00104F6B"/>
    <w:rsid w:val="0010579A"/>
    <w:rsid w:val="00113D09"/>
    <w:rsid w:val="00113E49"/>
    <w:rsid w:val="0011410F"/>
    <w:rsid w:val="0012026F"/>
    <w:rsid w:val="001216FD"/>
    <w:rsid w:val="00130765"/>
    <w:rsid w:val="00132055"/>
    <w:rsid w:val="00133483"/>
    <w:rsid w:val="001343E7"/>
    <w:rsid w:val="00136B93"/>
    <w:rsid w:val="00140AF1"/>
    <w:rsid w:val="00142946"/>
    <w:rsid w:val="00145774"/>
    <w:rsid w:val="0014683F"/>
    <w:rsid w:val="00157B52"/>
    <w:rsid w:val="00163A2B"/>
    <w:rsid w:val="00163E25"/>
    <w:rsid w:val="0016775B"/>
    <w:rsid w:val="001766A3"/>
    <w:rsid w:val="0017677E"/>
    <w:rsid w:val="001906F0"/>
    <w:rsid w:val="001906F6"/>
    <w:rsid w:val="00191BCB"/>
    <w:rsid w:val="00191C83"/>
    <w:rsid w:val="00196D22"/>
    <w:rsid w:val="00197362"/>
    <w:rsid w:val="001976E2"/>
    <w:rsid w:val="00197DE7"/>
    <w:rsid w:val="001A22CC"/>
    <w:rsid w:val="001A2FA1"/>
    <w:rsid w:val="001A46E1"/>
    <w:rsid w:val="001A53B2"/>
    <w:rsid w:val="001B03EF"/>
    <w:rsid w:val="001B04D2"/>
    <w:rsid w:val="001B09D5"/>
    <w:rsid w:val="001B16BB"/>
    <w:rsid w:val="001B54EC"/>
    <w:rsid w:val="001B7396"/>
    <w:rsid w:val="001C00E2"/>
    <w:rsid w:val="001C1FC5"/>
    <w:rsid w:val="001C706F"/>
    <w:rsid w:val="001D420D"/>
    <w:rsid w:val="001E27EE"/>
    <w:rsid w:val="001E67A8"/>
    <w:rsid w:val="001F0D4D"/>
    <w:rsid w:val="001F3A78"/>
    <w:rsid w:val="001F6DBC"/>
    <w:rsid w:val="001F6E28"/>
    <w:rsid w:val="001F71F2"/>
    <w:rsid w:val="001F7C5A"/>
    <w:rsid w:val="00202A67"/>
    <w:rsid w:val="0020429C"/>
    <w:rsid w:val="002121E0"/>
    <w:rsid w:val="002128F1"/>
    <w:rsid w:val="00212A4A"/>
    <w:rsid w:val="00217833"/>
    <w:rsid w:val="00224284"/>
    <w:rsid w:val="002265DD"/>
    <w:rsid w:val="0023442F"/>
    <w:rsid w:val="00236A6B"/>
    <w:rsid w:val="002401EA"/>
    <w:rsid w:val="00244981"/>
    <w:rsid w:val="0024719B"/>
    <w:rsid w:val="00253A2E"/>
    <w:rsid w:val="00256011"/>
    <w:rsid w:val="002606DD"/>
    <w:rsid w:val="002655E4"/>
    <w:rsid w:val="00266ACC"/>
    <w:rsid w:val="002671BC"/>
    <w:rsid w:val="00270FDF"/>
    <w:rsid w:val="0027157E"/>
    <w:rsid w:val="00273581"/>
    <w:rsid w:val="00273747"/>
    <w:rsid w:val="00273CC4"/>
    <w:rsid w:val="00275025"/>
    <w:rsid w:val="00275E0A"/>
    <w:rsid w:val="002765E8"/>
    <w:rsid w:val="00277D5A"/>
    <w:rsid w:val="002844EF"/>
    <w:rsid w:val="0028644B"/>
    <w:rsid w:val="00292C78"/>
    <w:rsid w:val="002935D1"/>
    <w:rsid w:val="0029634D"/>
    <w:rsid w:val="002A004C"/>
    <w:rsid w:val="002A4451"/>
    <w:rsid w:val="002A5B8A"/>
    <w:rsid w:val="002A5C7B"/>
    <w:rsid w:val="002A65D8"/>
    <w:rsid w:val="002A6679"/>
    <w:rsid w:val="002B1AAD"/>
    <w:rsid w:val="002B26F9"/>
    <w:rsid w:val="002B48A7"/>
    <w:rsid w:val="002C09A1"/>
    <w:rsid w:val="002C544D"/>
    <w:rsid w:val="002C58FF"/>
    <w:rsid w:val="002E11B7"/>
    <w:rsid w:val="002E15D1"/>
    <w:rsid w:val="002E4695"/>
    <w:rsid w:val="002E47D5"/>
    <w:rsid w:val="002E61D2"/>
    <w:rsid w:val="002E765F"/>
    <w:rsid w:val="002F071E"/>
    <w:rsid w:val="002F108B"/>
    <w:rsid w:val="002F4C13"/>
    <w:rsid w:val="002F5053"/>
    <w:rsid w:val="002F5E72"/>
    <w:rsid w:val="002F6CA2"/>
    <w:rsid w:val="002F6E7E"/>
    <w:rsid w:val="002F7EB7"/>
    <w:rsid w:val="00301A9E"/>
    <w:rsid w:val="00314F5D"/>
    <w:rsid w:val="00316615"/>
    <w:rsid w:val="00323FE4"/>
    <w:rsid w:val="00334C4D"/>
    <w:rsid w:val="00335527"/>
    <w:rsid w:val="00335E6C"/>
    <w:rsid w:val="00336631"/>
    <w:rsid w:val="0034191A"/>
    <w:rsid w:val="00343CC7"/>
    <w:rsid w:val="00344E1E"/>
    <w:rsid w:val="00345984"/>
    <w:rsid w:val="00347CB7"/>
    <w:rsid w:val="00350E98"/>
    <w:rsid w:val="0035140B"/>
    <w:rsid w:val="00351FF5"/>
    <w:rsid w:val="00352706"/>
    <w:rsid w:val="00356BBD"/>
    <w:rsid w:val="00357B4C"/>
    <w:rsid w:val="00370A6E"/>
    <w:rsid w:val="0037163A"/>
    <w:rsid w:val="00372B61"/>
    <w:rsid w:val="003735B2"/>
    <w:rsid w:val="003748D1"/>
    <w:rsid w:val="0037691D"/>
    <w:rsid w:val="00382F24"/>
    <w:rsid w:val="00383783"/>
    <w:rsid w:val="00384816"/>
    <w:rsid w:val="00384A08"/>
    <w:rsid w:val="003867AF"/>
    <w:rsid w:val="00391DB8"/>
    <w:rsid w:val="00392F3B"/>
    <w:rsid w:val="00394D23"/>
    <w:rsid w:val="003A0121"/>
    <w:rsid w:val="003A03B8"/>
    <w:rsid w:val="003A04FD"/>
    <w:rsid w:val="003A2FDB"/>
    <w:rsid w:val="003A688C"/>
    <w:rsid w:val="003A753A"/>
    <w:rsid w:val="003A793D"/>
    <w:rsid w:val="003B095B"/>
    <w:rsid w:val="003B32C1"/>
    <w:rsid w:val="003B7F3B"/>
    <w:rsid w:val="003C6FE6"/>
    <w:rsid w:val="003D1CBC"/>
    <w:rsid w:val="003D406F"/>
    <w:rsid w:val="003E02EE"/>
    <w:rsid w:val="003E1CB6"/>
    <w:rsid w:val="003E1D8C"/>
    <w:rsid w:val="003E22DB"/>
    <w:rsid w:val="003E2563"/>
    <w:rsid w:val="003E29F4"/>
    <w:rsid w:val="003E3CF6"/>
    <w:rsid w:val="003E5176"/>
    <w:rsid w:val="003E759F"/>
    <w:rsid w:val="003F0253"/>
    <w:rsid w:val="003F0F4E"/>
    <w:rsid w:val="003F3931"/>
    <w:rsid w:val="003F626A"/>
    <w:rsid w:val="003F725B"/>
    <w:rsid w:val="00401C51"/>
    <w:rsid w:val="00401C65"/>
    <w:rsid w:val="00401F8A"/>
    <w:rsid w:val="00402609"/>
    <w:rsid w:val="00403373"/>
    <w:rsid w:val="00404DB5"/>
    <w:rsid w:val="004057EC"/>
    <w:rsid w:val="00406C81"/>
    <w:rsid w:val="00411176"/>
    <w:rsid w:val="00412545"/>
    <w:rsid w:val="00412C72"/>
    <w:rsid w:val="00414EDE"/>
    <w:rsid w:val="00417182"/>
    <w:rsid w:val="00417DA6"/>
    <w:rsid w:val="00426DC6"/>
    <w:rsid w:val="004271E8"/>
    <w:rsid w:val="00427E08"/>
    <w:rsid w:val="00430BB0"/>
    <w:rsid w:val="0043231A"/>
    <w:rsid w:val="00451661"/>
    <w:rsid w:val="00451971"/>
    <w:rsid w:val="0045241D"/>
    <w:rsid w:val="00456725"/>
    <w:rsid w:val="00463D7D"/>
    <w:rsid w:val="00470648"/>
    <w:rsid w:val="00470D30"/>
    <w:rsid w:val="00471285"/>
    <w:rsid w:val="004730AA"/>
    <w:rsid w:val="00473A95"/>
    <w:rsid w:val="00474A0A"/>
    <w:rsid w:val="00476401"/>
    <w:rsid w:val="00476F4D"/>
    <w:rsid w:val="00483535"/>
    <w:rsid w:val="004867D4"/>
    <w:rsid w:val="00490E54"/>
    <w:rsid w:val="00494AF1"/>
    <w:rsid w:val="00496330"/>
    <w:rsid w:val="00497238"/>
    <w:rsid w:val="00497C96"/>
    <w:rsid w:val="004A634D"/>
    <w:rsid w:val="004B0384"/>
    <w:rsid w:val="004B29E9"/>
    <w:rsid w:val="004B35A0"/>
    <w:rsid w:val="004B50D9"/>
    <w:rsid w:val="004B6247"/>
    <w:rsid w:val="004C0C4E"/>
    <w:rsid w:val="004C19BF"/>
    <w:rsid w:val="004C56D2"/>
    <w:rsid w:val="004C6181"/>
    <w:rsid w:val="004C6230"/>
    <w:rsid w:val="004C65EE"/>
    <w:rsid w:val="004D0A1E"/>
    <w:rsid w:val="004D3DF5"/>
    <w:rsid w:val="004D6D7B"/>
    <w:rsid w:val="004D7B62"/>
    <w:rsid w:val="004D7DEA"/>
    <w:rsid w:val="004E03A6"/>
    <w:rsid w:val="004E0D4E"/>
    <w:rsid w:val="004E377E"/>
    <w:rsid w:val="004E67F2"/>
    <w:rsid w:val="004F43F2"/>
    <w:rsid w:val="004F4D53"/>
    <w:rsid w:val="004F590A"/>
    <w:rsid w:val="0050244A"/>
    <w:rsid w:val="005032EB"/>
    <w:rsid w:val="00503924"/>
    <w:rsid w:val="005061C0"/>
    <w:rsid w:val="00506409"/>
    <w:rsid w:val="005107C4"/>
    <w:rsid w:val="005115FF"/>
    <w:rsid w:val="00524FC3"/>
    <w:rsid w:val="0053000A"/>
    <w:rsid w:val="00530E32"/>
    <w:rsid w:val="005331CC"/>
    <w:rsid w:val="00534505"/>
    <w:rsid w:val="00536EEC"/>
    <w:rsid w:val="00540730"/>
    <w:rsid w:val="00541431"/>
    <w:rsid w:val="00541FF4"/>
    <w:rsid w:val="00543038"/>
    <w:rsid w:val="0054409B"/>
    <w:rsid w:val="00547E71"/>
    <w:rsid w:val="00556FAB"/>
    <w:rsid w:val="00557F9C"/>
    <w:rsid w:val="00561798"/>
    <w:rsid w:val="00561F56"/>
    <w:rsid w:val="005631D5"/>
    <w:rsid w:val="00563CA3"/>
    <w:rsid w:val="00565B8E"/>
    <w:rsid w:val="00570F3A"/>
    <w:rsid w:val="005711A3"/>
    <w:rsid w:val="00571427"/>
    <w:rsid w:val="00573B2B"/>
    <w:rsid w:val="005750DE"/>
    <w:rsid w:val="00576EDC"/>
    <w:rsid w:val="00580FF9"/>
    <w:rsid w:val="005821E7"/>
    <w:rsid w:val="00583AAC"/>
    <w:rsid w:val="00585113"/>
    <w:rsid w:val="00586183"/>
    <w:rsid w:val="005943C5"/>
    <w:rsid w:val="00596EAC"/>
    <w:rsid w:val="005A464F"/>
    <w:rsid w:val="005A4F04"/>
    <w:rsid w:val="005A570F"/>
    <w:rsid w:val="005A6794"/>
    <w:rsid w:val="005A7B19"/>
    <w:rsid w:val="005B3697"/>
    <w:rsid w:val="005B4A3A"/>
    <w:rsid w:val="005B5793"/>
    <w:rsid w:val="005C12E3"/>
    <w:rsid w:val="005C6227"/>
    <w:rsid w:val="005C78F2"/>
    <w:rsid w:val="005D065A"/>
    <w:rsid w:val="005D234A"/>
    <w:rsid w:val="005D3227"/>
    <w:rsid w:val="005D701A"/>
    <w:rsid w:val="005E3837"/>
    <w:rsid w:val="005F24AA"/>
    <w:rsid w:val="005F372B"/>
    <w:rsid w:val="005F584E"/>
    <w:rsid w:val="00600A12"/>
    <w:rsid w:val="00603323"/>
    <w:rsid w:val="00605DF3"/>
    <w:rsid w:val="0060681A"/>
    <w:rsid w:val="00610825"/>
    <w:rsid w:val="00610955"/>
    <w:rsid w:val="00613936"/>
    <w:rsid w:val="0062218F"/>
    <w:rsid w:val="006261A0"/>
    <w:rsid w:val="00631FF7"/>
    <w:rsid w:val="00632ABB"/>
    <w:rsid w:val="00632B30"/>
    <w:rsid w:val="006330A2"/>
    <w:rsid w:val="00642EB6"/>
    <w:rsid w:val="006455F0"/>
    <w:rsid w:val="00645F1C"/>
    <w:rsid w:val="0064604E"/>
    <w:rsid w:val="00650E3F"/>
    <w:rsid w:val="006522E1"/>
    <w:rsid w:val="00656453"/>
    <w:rsid w:val="006578B1"/>
    <w:rsid w:val="00661E51"/>
    <w:rsid w:val="00664580"/>
    <w:rsid w:val="00675857"/>
    <w:rsid w:val="006762D1"/>
    <w:rsid w:val="00687ECA"/>
    <w:rsid w:val="00693001"/>
    <w:rsid w:val="0069554F"/>
    <w:rsid w:val="006974EE"/>
    <w:rsid w:val="006A6994"/>
    <w:rsid w:val="006A76EC"/>
    <w:rsid w:val="006B0D29"/>
    <w:rsid w:val="006B0D7C"/>
    <w:rsid w:val="006B1784"/>
    <w:rsid w:val="006B3552"/>
    <w:rsid w:val="006B73C9"/>
    <w:rsid w:val="006B768B"/>
    <w:rsid w:val="006C1D8E"/>
    <w:rsid w:val="006C419C"/>
    <w:rsid w:val="006C4BFD"/>
    <w:rsid w:val="006C56F7"/>
    <w:rsid w:val="006C7DD6"/>
    <w:rsid w:val="006D2C98"/>
    <w:rsid w:val="006D609C"/>
    <w:rsid w:val="006D693A"/>
    <w:rsid w:val="006D7EF4"/>
    <w:rsid w:val="006E043A"/>
    <w:rsid w:val="006F1153"/>
    <w:rsid w:val="006F2DD0"/>
    <w:rsid w:val="006F7602"/>
    <w:rsid w:val="00701BCD"/>
    <w:rsid w:val="00703130"/>
    <w:rsid w:val="00703B86"/>
    <w:rsid w:val="00710A37"/>
    <w:rsid w:val="007136D5"/>
    <w:rsid w:val="00713FB3"/>
    <w:rsid w:val="00716D17"/>
    <w:rsid w:val="00720F0D"/>
    <w:rsid w:val="00722A17"/>
    <w:rsid w:val="00722FF6"/>
    <w:rsid w:val="00724855"/>
    <w:rsid w:val="007266E9"/>
    <w:rsid w:val="007313A5"/>
    <w:rsid w:val="00732C28"/>
    <w:rsid w:val="00735533"/>
    <w:rsid w:val="00737217"/>
    <w:rsid w:val="00740113"/>
    <w:rsid w:val="007421DD"/>
    <w:rsid w:val="00743B4A"/>
    <w:rsid w:val="00744E2F"/>
    <w:rsid w:val="00745493"/>
    <w:rsid w:val="00746C64"/>
    <w:rsid w:val="00751454"/>
    <w:rsid w:val="00751716"/>
    <w:rsid w:val="00751FCD"/>
    <w:rsid w:val="007525E8"/>
    <w:rsid w:val="00755D07"/>
    <w:rsid w:val="00757B83"/>
    <w:rsid w:val="00757EAC"/>
    <w:rsid w:val="0076096B"/>
    <w:rsid w:val="00763F21"/>
    <w:rsid w:val="007658CA"/>
    <w:rsid w:val="00766669"/>
    <w:rsid w:val="00771826"/>
    <w:rsid w:val="0077467B"/>
    <w:rsid w:val="0077499F"/>
    <w:rsid w:val="007815DF"/>
    <w:rsid w:val="00782DAF"/>
    <w:rsid w:val="00783488"/>
    <w:rsid w:val="00790DDE"/>
    <w:rsid w:val="00791723"/>
    <w:rsid w:val="00791A69"/>
    <w:rsid w:val="00792425"/>
    <w:rsid w:val="00793371"/>
    <w:rsid w:val="00794830"/>
    <w:rsid w:val="00796CFD"/>
    <w:rsid w:val="00797CAA"/>
    <w:rsid w:val="007A08E7"/>
    <w:rsid w:val="007A4566"/>
    <w:rsid w:val="007A4720"/>
    <w:rsid w:val="007A53AC"/>
    <w:rsid w:val="007A5E4F"/>
    <w:rsid w:val="007B2983"/>
    <w:rsid w:val="007B3D4C"/>
    <w:rsid w:val="007B42CB"/>
    <w:rsid w:val="007B46E4"/>
    <w:rsid w:val="007B4E19"/>
    <w:rsid w:val="007B6B4E"/>
    <w:rsid w:val="007C2658"/>
    <w:rsid w:val="007C277F"/>
    <w:rsid w:val="007C541B"/>
    <w:rsid w:val="007C5443"/>
    <w:rsid w:val="007C7108"/>
    <w:rsid w:val="007D139F"/>
    <w:rsid w:val="007D2AB4"/>
    <w:rsid w:val="007D36E2"/>
    <w:rsid w:val="007E20D0"/>
    <w:rsid w:val="007E4114"/>
    <w:rsid w:val="007E4590"/>
    <w:rsid w:val="007E4796"/>
    <w:rsid w:val="007E543B"/>
    <w:rsid w:val="007E6207"/>
    <w:rsid w:val="007E7035"/>
    <w:rsid w:val="007F1E1A"/>
    <w:rsid w:val="007F301E"/>
    <w:rsid w:val="007F433E"/>
    <w:rsid w:val="007F773C"/>
    <w:rsid w:val="00801803"/>
    <w:rsid w:val="008019D5"/>
    <w:rsid w:val="00801D12"/>
    <w:rsid w:val="008043A1"/>
    <w:rsid w:val="008052CC"/>
    <w:rsid w:val="00805500"/>
    <w:rsid w:val="008077AB"/>
    <w:rsid w:val="008104B7"/>
    <w:rsid w:val="00811624"/>
    <w:rsid w:val="00812FD6"/>
    <w:rsid w:val="008141A5"/>
    <w:rsid w:val="00816F5A"/>
    <w:rsid w:val="00816FE6"/>
    <w:rsid w:val="00820315"/>
    <w:rsid w:val="008265AD"/>
    <w:rsid w:val="008307C2"/>
    <w:rsid w:val="00831597"/>
    <w:rsid w:val="00834D30"/>
    <w:rsid w:val="00835E6B"/>
    <w:rsid w:val="0083778E"/>
    <w:rsid w:val="00843B45"/>
    <w:rsid w:val="008451C6"/>
    <w:rsid w:val="00846154"/>
    <w:rsid w:val="00847049"/>
    <w:rsid w:val="0084776D"/>
    <w:rsid w:val="008503CE"/>
    <w:rsid w:val="00851737"/>
    <w:rsid w:val="008517CC"/>
    <w:rsid w:val="00853D42"/>
    <w:rsid w:val="0085502B"/>
    <w:rsid w:val="0085515E"/>
    <w:rsid w:val="008563D7"/>
    <w:rsid w:val="00862767"/>
    <w:rsid w:val="00863129"/>
    <w:rsid w:val="008669E4"/>
    <w:rsid w:val="008679A2"/>
    <w:rsid w:val="00870A62"/>
    <w:rsid w:val="00871507"/>
    <w:rsid w:val="0087243B"/>
    <w:rsid w:val="00875705"/>
    <w:rsid w:val="00877C55"/>
    <w:rsid w:val="00881C53"/>
    <w:rsid w:val="0088225A"/>
    <w:rsid w:val="008853A5"/>
    <w:rsid w:val="00887CC5"/>
    <w:rsid w:val="00891FC3"/>
    <w:rsid w:val="00893DFF"/>
    <w:rsid w:val="00896E40"/>
    <w:rsid w:val="00897221"/>
    <w:rsid w:val="00897543"/>
    <w:rsid w:val="008A038B"/>
    <w:rsid w:val="008A205F"/>
    <w:rsid w:val="008A33B5"/>
    <w:rsid w:val="008A35F1"/>
    <w:rsid w:val="008A5587"/>
    <w:rsid w:val="008A5783"/>
    <w:rsid w:val="008B218B"/>
    <w:rsid w:val="008B2767"/>
    <w:rsid w:val="008B6E1A"/>
    <w:rsid w:val="008C0BAC"/>
    <w:rsid w:val="008C184B"/>
    <w:rsid w:val="008C21D7"/>
    <w:rsid w:val="008C2DB2"/>
    <w:rsid w:val="008D064A"/>
    <w:rsid w:val="008D2750"/>
    <w:rsid w:val="008D3184"/>
    <w:rsid w:val="008D442E"/>
    <w:rsid w:val="008D4AE7"/>
    <w:rsid w:val="008D5596"/>
    <w:rsid w:val="008D672F"/>
    <w:rsid w:val="008D6E1F"/>
    <w:rsid w:val="008D770E"/>
    <w:rsid w:val="008E02BB"/>
    <w:rsid w:val="008E0C4B"/>
    <w:rsid w:val="008E54B6"/>
    <w:rsid w:val="008E54CF"/>
    <w:rsid w:val="008E6B49"/>
    <w:rsid w:val="008F5D4B"/>
    <w:rsid w:val="008F6B5B"/>
    <w:rsid w:val="0090337E"/>
    <w:rsid w:val="009054AF"/>
    <w:rsid w:val="009057FC"/>
    <w:rsid w:val="00905F81"/>
    <w:rsid w:val="00912436"/>
    <w:rsid w:val="00912EC2"/>
    <w:rsid w:val="00914E23"/>
    <w:rsid w:val="009219E3"/>
    <w:rsid w:val="00924300"/>
    <w:rsid w:val="0092626C"/>
    <w:rsid w:val="009263CD"/>
    <w:rsid w:val="009263E6"/>
    <w:rsid w:val="00930A87"/>
    <w:rsid w:val="00930A92"/>
    <w:rsid w:val="00932E2E"/>
    <w:rsid w:val="00933649"/>
    <w:rsid w:val="0093375D"/>
    <w:rsid w:val="009366E9"/>
    <w:rsid w:val="00936AAC"/>
    <w:rsid w:val="00936BC0"/>
    <w:rsid w:val="009376FF"/>
    <w:rsid w:val="009405C9"/>
    <w:rsid w:val="0094162E"/>
    <w:rsid w:val="0094289D"/>
    <w:rsid w:val="00943AC5"/>
    <w:rsid w:val="009446BB"/>
    <w:rsid w:val="00945441"/>
    <w:rsid w:val="009524AE"/>
    <w:rsid w:val="00952D0E"/>
    <w:rsid w:val="0095390B"/>
    <w:rsid w:val="0095459C"/>
    <w:rsid w:val="00960960"/>
    <w:rsid w:val="0096302B"/>
    <w:rsid w:val="00963997"/>
    <w:rsid w:val="00965066"/>
    <w:rsid w:val="00970F82"/>
    <w:rsid w:val="00973F44"/>
    <w:rsid w:val="00974E00"/>
    <w:rsid w:val="00975567"/>
    <w:rsid w:val="00977ED3"/>
    <w:rsid w:val="0098166A"/>
    <w:rsid w:val="00982B9D"/>
    <w:rsid w:val="009936B7"/>
    <w:rsid w:val="009948D0"/>
    <w:rsid w:val="00994BBE"/>
    <w:rsid w:val="0099755A"/>
    <w:rsid w:val="009975CE"/>
    <w:rsid w:val="009A1DF2"/>
    <w:rsid w:val="009A356F"/>
    <w:rsid w:val="009A7E90"/>
    <w:rsid w:val="009B0807"/>
    <w:rsid w:val="009B1F6D"/>
    <w:rsid w:val="009C2378"/>
    <w:rsid w:val="009C4851"/>
    <w:rsid w:val="009C510D"/>
    <w:rsid w:val="009D016F"/>
    <w:rsid w:val="009D10AF"/>
    <w:rsid w:val="009D16DD"/>
    <w:rsid w:val="009D448D"/>
    <w:rsid w:val="009E0103"/>
    <w:rsid w:val="009E2242"/>
    <w:rsid w:val="009E251D"/>
    <w:rsid w:val="009E459E"/>
    <w:rsid w:val="009E47DD"/>
    <w:rsid w:val="009E4A9B"/>
    <w:rsid w:val="009E6B71"/>
    <w:rsid w:val="009F0EAB"/>
    <w:rsid w:val="009F16C0"/>
    <w:rsid w:val="009F1CE5"/>
    <w:rsid w:val="009F2F68"/>
    <w:rsid w:val="009F3E6D"/>
    <w:rsid w:val="009F6A3C"/>
    <w:rsid w:val="009F70CC"/>
    <w:rsid w:val="00A03B6C"/>
    <w:rsid w:val="00A05827"/>
    <w:rsid w:val="00A109BC"/>
    <w:rsid w:val="00A13D2B"/>
    <w:rsid w:val="00A169F9"/>
    <w:rsid w:val="00A17018"/>
    <w:rsid w:val="00A171F4"/>
    <w:rsid w:val="00A178DF"/>
    <w:rsid w:val="00A24CCF"/>
    <w:rsid w:val="00A24EFC"/>
    <w:rsid w:val="00A30825"/>
    <w:rsid w:val="00A3104F"/>
    <w:rsid w:val="00A363CC"/>
    <w:rsid w:val="00A4629E"/>
    <w:rsid w:val="00A4787D"/>
    <w:rsid w:val="00A4790D"/>
    <w:rsid w:val="00A50976"/>
    <w:rsid w:val="00A51D2A"/>
    <w:rsid w:val="00A521C4"/>
    <w:rsid w:val="00A521DD"/>
    <w:rsid w:val="00A52B36"/>
    <w:rsid w:val="00A547C0"/>
    <w:rsid w:val="00A54EA4"/>
    <w:rsid w:val="00A55946"/>
    <w:rsid w:val="00A62B47"/>
    <w:rsid w:val="00A759BA"/>
    <w:rsid w:val="00A80677"/>
    <w:rsid w:val="00A86C40"/>
    <w:rsid w:val="00A87FDA"/>
    <w:rsid w:val="00A926D2"/>
    <w:rsid w:val="00A9271B"/>
    <w:rsid w:val="00A96F42"/>
    <w:rsid w:val="00A974E0"/>
    <w:rsid w:val="00A97796"/>
    <w:rsid w:val="00A977CE"/>
    <w:rsid w:val="00AA0E20"/>
    <w:rsid w:val="00AA10B5"/>
    <w:rsid w:val="00AA1ADC"/>
    <w:rsid w:val="00AA3AEB"/>
    <w:rsid w:val="00AB0819"/>
    <w:rsid w:val="00AB5F39"/>
    <w:rsid w:val="00AC0A12"/>
    <w:rsid w:val="00AC428E"/>
    <w:rsid w:val="00AC66CC"/>
    <w:rsid w:val="00AC7699"/>
    <w:rsid w:val="00AD131F"/>
    <w:rsid w:val="00AD5B28"/>
    <w:rsid w:val="00AD76AB"/>
    <w:rsid w:val="00AE1E1E"/>
    <w:rsid w:val="00AE6716"/>
    <w:rsid w:val="00AE7AE2"/>
    <w:rsid w:val="00AF061E"/>
    <w:rsid w:val="00AF0CFE"/>
    <w:rsid w:val="00AF3B3A"/>
    <w:rsid w:val="00AF44F6"/>
    <w:rsid w:val="00AF6569"/>
    <w:rsid w:val="00B00B0D"/>
    <w:rsid w:val="00B05853"/>
    <w:rsid w:val="00B06265"/>
    <w:rsid w:val="00B07F65"/>
    <w:rsid w:val="00B1180C"/>
    <w:rsid w:val="00B12119"/>
    <w:rsid w:val="00B1361C"/>
    <w:rsid w:val="00B146D4"/>
    <w:rsid w:val="00B15C57"/>
    <w:rsid w:val="00B16F99"/>
    <w:rsid w:val="00B175E3"/>
    <w:rsid w:val="00B21EA2"/>
    <w:rsid w:val="00B26CCB"/>
    <w:rsid w:val="00B308A8"/>
    <w:rsid w:val="00B30906"/>
    <w:rsid w:val="00B32BEC"/>
    <w:rsid w:val="00B34267"/>
    <w:rsid w:val="00B34D25"/>
    <w:rsid w:val="00B362E1"/>
    <w:rsid w:val="00B40AD7"/>
    <w:rsid w:val="00B416FF"/>
    <w:rsid w:val="00B41B77"/>
    <w:rsid w:val="00B43B1B"/>
    <w:rsid w:val="00B46324"/>
    <w:rsid w:val="00B47187"/>
    <w:rsid w:val="00B475F1"/>
    <w:rsid w:val="00B5695F"/>
    <w:rsid w:val="00B6142F"/>
    <w:rsid w:val="00B62AAB"/>
    <w:rsid w:val="00B6577C"/>
    <w:rsid w:val="00B6714D"/>
    <w:rsid w:val="00B73C46"/>
    <w:rsid w:val="00B74AD4"/>
    <w:rsid w:val="00B7716B"/>
    <w:rsid w:val="00B868BA"/>
    <w:rsid w:val="00B90F78"/>
    <w:rsid w:val="00B91768"/>
    <w:rsid w:val="00B927B5"/>
    <w:rsid w:val="00B95535"/>
    <w:rsid w:val="00B974BB"/>
    <w:rsid w:val="00BA47D2"/>
    <w:rsid w:val="00BA4F93"/>
    <w:rsid w:val="00BA76A7"/>
    <w:rsid w:val="00BB2E8D"/>
    <w:rsid w:val="00BB3E24"/>
    <w:rsid w:val="00BB5380"/>
    <w:rsid w:val="00BB6974"/>
    <w:rsid w:val="00BB77DA"/>
    <w:rsid w:val="00BC0D31"/>
    <w:rsid w:val="00BC39B3"/>
    <w:rsid w:val="00BC499A"/>
    <w:rsid w:val="00BD0E0F"/>
    <w:rsid w:val="00BD1058"/>
    <w:rsid w:val="00BD112B"/>
    <w:rsid w:val="00BD5065"/>
    <w:rsid w:val="00BE0D89"/>
    <w:rsid w:val="00BE367F"/>
    <w:rsid w:val="00BE4EB3"/>
    <w:rsid w:val="00BE6A65"/>
    <w:rsid w:val="00BE6D7F"/>
    <w:rsid w:val="00BE6F0D"/>
    <w:rsid w:val="00BE6F7D"/>
    <w:rsid w:val="00BF56B2"/>
    <w:rsid w:val="00BF59F7"/>
    <w:rsid w:val="00BF60FE"/>
    <w:rsid w:val="00BF6171"/>
    <w:rsid w:val="00C00980"/>
    <w:rsid w:val="00C03396"/>
    <w:rsid w:val="00C06B47"/>
    <w:rsid w:val="00C07C7A"/>
    <w:rsid w:val="00C10525"/>
    <w:rsid w:val="00C11A3D"/>
    <w:rsid w:val="00C122F0"/>
    <w:rsid w:val="00C135B6"/>
    <w:rsid w:val="00C13DE0"/>
    <w:rsid w:val="00C1451A"/>
    <w:rsid w:val="00C15509"/>
    <w:rsid w:val="00C15CC5"/>
    <w:rsid w:val="00C213BB"/>
    <w:rsid w:val="00C255CB"/>
    <w:rsid w:val="00C25D6F"/>
    <w:rsid w:val="00C25F24"/>
    <w:rsid w:val="00C26897"/>
    <w:rsid w:val="00C30460"/>
    <w:rsid w:val="00C41947"/>
    <w:rsid w:val="00C44662"/>
    <w:rsid w:val="00C44F50"/>
    <w:rsid w:val="00C457C3"/>
    <w:rsid w:val="00C45F88"/>
    <w:rsid w:val="00C46427"/>
    <w:rsid w:val="00C46D39"/>
    <w:rsid w:val="00C502C7"/>
    <w:rsid w:val="00C5187C"/>
    <w:rsid w:val="00C52D80"/>
    <w:rsid w:val="00C55C06"/>
    <w:rsid w:val="00C55E0A"/>
    <w:rsid w:val="00C55EA8"/>
    <w:rsid w:val="00C56A9B"/>
    <w:rsid w:val="00C57418"/>
    <w:rsid w:val="00C601C8"/>
    <w:rsid w:val="00C61020"/>
    <w:rsid w:val="00C614C8"/>
    <w:rsid w:val="00C61533"/>
    <w:rsid w:val="00C644CA"/>
    <w:rsid w:val="00C648E1"/>
    <w:rsid w:val="00C70C2A"/>
    <w:rsid w:val="00C73005"/>
    <w:rsid w:val="00C80A2C"/>
    <w:rsid w:val="00C92518"/>
    <w:rsid w:val="00CA0B11"/>
    <w:rsid w:val="00CA1367"/>
    <w:rsid w:val="00CA15F6"/>
    <w:rsid w:val="00CA197B"/>
    <w:rsid w:val="00CA3444"/>
    <w:rsid w:val="00CA3ABF"/>
    <w:rsid w:val="00CA40B4"/>
    <w:rsid w:val="00CA5D3B"/>
    <w:rsid w:val="00CA72EA"/>
    <w:rsid w:val="00CB0AA8"/>
    <w:rsid w:val="00CB49A0"/>
    <w:rsid w:val="00CB6353"/>
    <w:rsid w:val="00CC2DFD"/>
    <w:rsid w:val="00CC3906"/>
    <w:rsid w:val="00CC75D9"/>
    <w:rsid w:val="00CD0448"/>
    <w:rsid w:val="00CD17C9"/>
    <w:rsid w:val="00CD3DCE"/>
    <w:rsid w:val="00CD632E"/>
    <w:rsid w:val="00CD6724"/>
    <w:rsid w:val="00CE1251"/>
    <w:rsid w:val="00CE58E7"/>
    <w:rsid w:val="00CE77A0"/>
    <w:rsid w:val="00CF0D1E"/>
    <w:rsid w:val="00CF2502"/>
    <w:rsid w:val="00CF28EC"/>
    <w:rsid w:val="00CF28FB"/>
    <w:rsid w:val="00CF2E87"/>
    <w:rsid w:val="00CF36C9"/>
    <w:rsid w:val="00CF4AC3"/>
    <w:rsid w:val="00CF4F48"/>
    <w:rsid w:val="00CF7C44"/>
    <w:rsid w:val="00D00FC4"/>
    <w:rsid w:val="00D0633B"/>
    <w:rsid w:val="00D06FD4"/>
    <w:rsid w:val="00D1209F"/>
    <w:rsid w:val="00D1455F"/>
    <w:rsid w:val="00D1462E"/>
    <w:rsid w:val="00D1484D"/>
    <w:rsid w:val="00D166AC"/>
    <w:rsid w:val="00D17E4F"/>
    <w:rsid w:val="00D22774"/>
    <w:rsid w:val="00D22FB0"/>
    <w:rsid w:val="00D24067"/>
    <w:rsid w:val="00D2488D"/>
    <w:rsid w:val="00D31178"/>
    <w:rsid w:val="00D319F8"/>
    <w:rsid w:val="00D32AAF"/>
    <w:rsid w:val="00D34CB3"/>
    <w:rsid w:val="00D34CB7"/>
    <w:rsid w:val="00D360B5"/>
    <w:rsid w:val="00D36EB8"/>
    <w:rsid w:val="00D44129"/>
    <w:rsid w:val="00D46650"/>
    <w:rsid w:val="00D53B64"/>
    <w:rsid w:val="00D60130"/>
    <w:rsid w:val="00D70446"/>
    <w:rsid w:val="00D71AC3"/>
    <w:rsid w:val="00D71C48"/>
    <w:rsid w:val="00D71D5F"/>
    <w:rsid w:val="00D73B2D"/>
    <w:rsid w:val="00D777FE"/>
    <w:rsid w:val="00D779D7"/>
    <w:rsid w:val="00D85130"/>
    <w:rsid w:val="00D85FBD"/>
    <w:rsid w:val="00D8611A"/>
    <w:rsid w:val="00D9634F"/>
    <w:rsid w:val="00DA0E48"/>
    <w:rsid w:val="00DA521D"/>
    <w:rsid w:val="00DA66ED"/>
    <w:rsid w:val="00DA67A5"/>
    <w:rsid w:val="00DA6DAD"/>
    <w:rsid w:val="00DC7A83"/>
    <w:rsid w:val="00DD1F20"/>
    <w:rsid w:val="00DE061D"/>
    <w:rsid w:val="00DE4F96"/>
    <w:rsid w:val="00DF4EBC"/>
    <w:rsid w:val="00DF6E83"/>
    <w:rsid w:val="00E036D0"/>
    <w:rsid w:val="00E0417A"/>
    <w:rsid w:val="00E06F23"/>
    <w:rsid w:val="00E116B2"/>
    <w:rsid w:val="00E1170B"/>
    <w:rsid w:val="00E14608"/>
    <w:rsid w:val="00E17FD6"/>
    <w:rsid w:val="00E21E67"/>
    <w:rsid w:val="00E22036"/>
    <w:rsid w:val="00E23645"/>
    <w:rsid w:val="00E25285"/>
    <w:rsid w:val="00E26E1F"/>
    <w:rsid w:val="00E30EBF"/>
    <w:rsid w:val="00E339F2"/>
    <w:rsid w:val="00E33CE6"/>
    <w:rsid w:val="00E41742"/>
    <w:rsid w:val="00E460A6"/>
    <w:rsid w:val="00E46126"/>
    <w:rsid w:val="00E46529"/>
    <w:rsid w:val="00E467E2"/>
    <w:rsid w:val="00E46EE4"/>
    <w:rsid w:val="00E47F34"/>
    <w:rsid w:val="00E52D70"/>
    <w:rsid w:val="00E55534"/>
    <w:rsid w:val="00E559B1"/>
    <w:rsid w:val="00E57987"/>
    <w:rsid w:val="00E60C48"/>
    <w:rsid w:val="00E73CEC"/>
    <w:rsid w:val="00E7445C"/>
    <w:rsid w:val="00E744DF"/>
    <w:rsid w:val="00E756DA"/>
    <w:rsid w:val="00E83B54"/>
    <w:rsid w:val="00E83DA7"/>
    <w:rsid w:val="00E85284"/>
    <w:rsid w:val="00E87073"/>
    <w:rsid w:val="00E907E4"/>
    <w:rsid w:val="00E914D1"/>
    <w:rsid w:val="00E91D71"/>
    <w:rsid w:val="00E9490C"/>
    <w:rsid w:val="00E95036"/>
    <w:rsid w:val="00EA1754"/>
    <w:rsid w:val="00EA3C2E"/>
    <w:rsid w:val="00EA48B6"/>
    <w:rsid w:val="00EA4BF8"/>
    <w:rsid w:val="00EB0767"/>
    <w:rsid w:val="00EB38F5"/>
    <w:rsid w:val="00EB6701"/>
    <w:rsid w:val="00EB7C62"/>
    <w:rsid w:val="00EC02EB"/>
    <w:rsid w:val="00EC2B96"/>
    <w:rsid w:val="00EC3FDE"/>
    <w:rsid w:val="00EC57E7"/>
    <w:rsid w:val="00EC5DFD"/>
    <w:rsid w:val="00ED07FA"/>
    <w:rsid w:val="00ED0C38"/>
    <w:rsid w:val="00ED5E82"/>
    <w:rsid w:val="00ED611D"/>
    <w:rsid w:val="00ED74EB"/>
    <w:rsid w:val="00EE12AB"/>
    <w:rsid w:val="00EE2342"/>
    <w:rsid w:val="00EE2CC1"/>
    <w:rsid w:val="00EE373A"/>
    <w:rsid w:val="00EE4882"/>
    <w:rsid w:val="00EF1FDF"/>
    <w:rsid w:val="00EF28EE"/>
    <w:rsid w:val="00EF2B6E"/>
    <w:rsid w:val="00EF3B01"/>
    <w:rsid w:val="00F02AD4"/>
    <w:rsid w:val="00F03E92"/>
    <w:rsid w:val="00F05FF8"/>
    <w:rsid w:val="00F12250"/>
    <w:rsid w:val="00F14724"/>
    <w:rsid w:val="00F14C71"/>
    <w:rsid w:val="00F1508B"/>
    <w:rsid w:val="00F1633E"/>
    <w:rsid w:val="00F20920"/>
    <w:rsid w:val="00F26945"/>
    <w:rsid w:val="00F26D93"/>
    <w:rsid w:val="00F2743C"/>
    <w:rsid w:val="00F372E3"/>
    <w:rsid w:val="00F4099C"/>
    <w:rsid w:val="00F40F4D"/>
    <w:rsid w:val="00F45F8A"/>
    <w:rsid w:val="00F51F41"/>
    <w:rsid w:val="00F54861"/>
    <w:rsid w:val="00F54EE2"/>
    <w:rsid w:val="00F56318"/>
    <w:rsid w:val="00F5729D"/>
    <w:rsid w:val="00F61578"/>
    <w:rsid w:val="00F620D6"/>
    <w:rsid w:val="00F632E4"/>
    <w:rsid w:val="00F63CD9"/>
    <w:rsid w:val="00F7028A"/>
    <w:rsid w:val="00F728EE"/>
    <w:rsid w:val="00F7393D"/>
    <w:rsid w:val="00F754E7"/>
    <w:rsid w:val="00F7672E"/>
    <w:rsid w:val="00F7702D"/>
    <w:rsid w:val="00F82525"/>
    <w:rsid w:val="00F85665"/>
    <w:rsid w:val="00F85D3C"/>
    <w:rsid w:val="00F8633E"/>
    <w:rsid w:val="00F86EEC"/>
    <w:rsid w:val="00F919D2"/>
    <w:rsid w:val="00F91FDB"/>
    <w:rsid w:val="00F92BBC"/>
    <w:rsid w:val="00F931EB"/>
    <w:rsid w:val="00F937F7"/>
    <w:rsid w:val="00F93C50"/>
    <w:rsid w:val="00F94E8C"/>
    <w:rsid w:val="00F97FEA"/>
    <w:rsid w:val="00FA07D3"/>
    <w:rsid w:val="00FA173F"/>
    <w:rsid w:val="00FA17CA"/>
    <w:rsid w:val="00FA1DFC"/>
    <w:rsid w:val="00FA455D"/>
    <w:rsid w:val="00FA5927"/>
    <w:rsid w:val="00FB37D6"/>
    <w:rsid w:val="00FB57E0"/>
    <w:rsid w:val="00FB65B6"/>
    <w:rsid w:val="00FB6D9A"/>
    <w:rsid w:val="00FC162B"/>
    <w:rsid w:val="00FC322F"/>
    <w:rsid w:val="00FC368F"/>
    <w:rsid w:val="00FC3DFD"/>
    <w:rsid w:val="00FC5BBE"/>
    <w:rsid w:val="00FC5E39"/>
    <w:rsid w:val="00FD0A1F"/>
    <w:rsid w:val="00FD0E74"/>
    <w:rsid w:val="00FD1935"/>
    <w:rsid w:val="00FD2C43"/>
    <w:rsid w:val="00FD3FBE"/>
    <w:rsid w:val="00FD5618"/>
    <w:rsid w:val="00FD6047"/>
    <w:rsid w:val="00FD749A"/>
    <w:rsid w:val="00FE0279"/>
    <w:rsid w:val="00FE58E6"/>
    <w:rsid w:val="00FF1452"/>
    <w:rsid w:val="00FF1C16"/>
    <w:rsid w:val="00FF2E2E"/>
    <w:rsid w:val="00FF3F8D"/>
    <w:rsid w:val="00FF52AE"/>
    <w:rsid w:val="00FF53CF"/>
    <w:rsid w:val="00FF756E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09D7B7"/>
  <w15:docId w15:val="{4E51C035-1E75-47A7-8653-A6A15827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innemannm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7096D-12A5-42F7-A50F-D1243D987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3</Pages>
  <Words>793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11</cp:revision>
  <cp:lastPrinted>2019-02-14T12:57:00Z</cp:lastPrinted>
  <dcterms:created xsi:type="dcterms:W3CDTF">2019-12-06T08:48:00Z</dcterms:created>
  <dcterms:modified xsi:type="dcterms:W3CDTF">2020-07-16T13:00:00Z</dcterms:modified>
</cp:coreProperties>
</file>